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E7E" w:rsidRDefault="00546E7E" w:rsidP="006A0135">
      <w:pPr>
        <w:tabs>
          <w:tab w:val="left" w:pos="4119"/>
        </w:tabs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margin-left:198pt;margin-top:9pt;width:48pt;height:60.9pt;z-index:251658240;visibility:visible">
            <v:imagedata r:id="rId7" o:title=""/>
            <w10:wrap type="square" side="left"/>
          </v:shape>
        </w:pict>
      </w:r>
    </w:p>
    <w:p w:rsidR="00546E7E" w:rsidRDefault="00546E7E" w:rsidP="006A0135">
      <w:pPr>
        <w:tabs>
          <w:tab w:val="left" w:pos="4119"/>
        </w:tabs>
      </w:pPr>
    </w:p>
    <w:p w:rsidR="00546E7E" w:rsidRDefault="00546E7E" w:rsidP="006A0135">
      <w:pPr>
        <w:jc w:val="right"/>
      </w:pPr>
    </w:p>
    <w:p w:rsidR="00546E7E" w:rsidRPr="00EA655A" w:rsidRDefault="00546E7E" w:rsidP="00EA6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55A">
        <w:rPr>
          <w:rFonts w:ascii="Times New Roman" w:hAnsi="Times New Roman" w:cs="Times New Roman"/>
          <w:b/>
          <w:sz w:val="28"/>
          <w:szCs w:val="28"/>
        </w:rPr>
        <w:t>СОВЕТ ДЕПУТАТОВ  БАРАБИНСКОГО РАЙОНА</w:t>
      </w:r>
    </w:p>
    <w:p w:rsidR="00546E7E" w:rsidRPr="00EA655A" w:rsidRDefault="00546E7E" w:rsidP="00EA6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55A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546E7E" w:rsidRPr="00EA655A" w:rsidRDefault="00546E7E" w:rsidP="00EA6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55A">
        <w:rPr>
          <w:rFonts w:ascii="Times New Roman" w:hAnsi="Times New Roman" w:cs="Times New Roman"/>
          <w:b/>
          <w:sz w:val="28"/>
          <w:szCs w:val="28"/>
        </w:rPr>
        <w:t>четвёртого созыва</w:t>
      </w:r>
    </w:p>
    <w:p w:rsidR="00546E7E" w:rsidRPr="00EA655A" w:rsidRDefault="00546E7E" w:rsidP="00EA6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E7E" w:rsidRPr="00EA655A" w:rsidRDefault="00546E7E" w:rsidP="00EA6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55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46E7E" w:rsidRPr="00EA655A" w:rsidRDefault="00546E7E" w:rsidP="00EA6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55A">
        <w:rPr>
          <w:rFonts w:ascii="Times New Roman" w:hAnsi="Times New Roman" w:cs="Times New Roman"/>
          <w:b/>
          <w:sz w:val="28"/>
          <w:szCs w:val="28"/>
        </w:rPr>
        <w:t>Второй сессии</w:t>
      </w:r>
    </w:p>
    <w:p w:rsidR="00546E7E" w:rsidRPr="00EA655A" w:rsidRDefault="00546E7E" w:rsidP="00EA65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655A">
        <w:rPr>
          <w:rFonts w:ascii="Times New Roman" w:hAnsi="Times New Roman" w:cs="Times New Roman"/>
          <w:sz w:val="28"/>
          <w:szCs w:val="28"/>
        </w:rPr>
        <w:t>г. Барабинск</w:t>
      </w:r>
    </w:p>
    <w:p w:rsidR="00546E7E" w:rsidRPr="00EA655A" w:rsidRDefault="00546E7E" w:rsidP="00EA6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E7E" w:rsidRPr="00EA655A" w:rsidRDefault="00546E7E" w:rsidP="00EA6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655A">
        <w:rPr>
          <w:rFonts w:ascii="Times New Roman" w:hAnsi="Times New Roman" w:cs="Times New Roman"/>
          <w:sz w:val="28"/>
          <w:szCs w:val="28"/>
        </w:rPr>
        <w:t xml:space="preserve">                от 29 октября 2020 года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12</w:t>
      </w:r>
      <w:r w:rsidRPr="00EA655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46E7E" w:rsidRDefault="00546E7E" w:rsidP="0054502D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46E7E" w:rsidRPr="00EA655A" w:rsidRDefault="00546E7E" w:rsidP="0054502D">
      <w:pPr>
        <w:jc w:val="center"/>
        <w:rPr>
          <w:rFonts w:ascii="Times New Roman" w:hAnsi="Times New Roman"/>
          <w:b/>
          <w:sz w:val="28"/>
          <w:szCs w:val="28"/>
        </w:rPr>
      </w:pPr>
      <w:r w:rsidRPr="00EA655A">
        <w:rPr>
          <w:rFonts w:ascii="Times New Roman" w:hAnsi="Times New Roman"/>
          <w:b/>
          <w:bCs/>
          <w:sz w:val="28"/>
          <w:szCs w:val="28"/>
        </w:rPr>
        <w:t>О внесении изменений в  решение  42-й  сессии Совета депутатов Барабинского района Новосибирской области третьего созыва № 315 от 19.12.2019 г  « О  бюджете Барабинского района Новосибирской области  на  2020 год и плановый период 2021 и 2022 годов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546E7E" w:rsidRPr="00EA655A" w:rsidRDefault="00546E7E" w:rsidP="00EA655A">
      <w:pPr>
        <w:pStyle w:val="BodyText2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655A">
        <w:rPr>
          <w:rFonts w:ascii="Times New Roman" w:hAnsi="Times New Roman" w:cs="Times New Roman"/>
          <w:sz w:val="28"/>
          <w:szCs w:val="28"/>
        </w:rPr>
        <w:t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  Приказом Министерства финансов Российской Федерации от  01 июля  2013 года № 65н «Об утверждении Указаний о порядке применения бюджетной классификации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655A">
        <w:rPr>
          <w:rFonts w:ascii="Times New Roman" w:hAnsi="Times New Roman" w:cs="Times New Roman"/>
          <w:sz w:val="28"/>
          <w:szCs w:val="28"/>
        </w:rPr>
        <w:t>Положением «О  бюджетном процессе  в  Барабинском районе Новосибирской области»,  Совет депутатов Барабинского района Новосибирской области</w:t>
      </w:r>
    </w:p>
    <w:p w:rsidR="00546E7E" w:rsidRPr="00EA655A" w:rsidRDefault="00546E7E" w:rsidP="00BF453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A655A"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546E7E" w:rsidRPr="00EA655A" w:rsidRDefault="00546E7E" w:rsidP="00681529">
      <w:pPr>
        <w:pStyle w:val="1"/>
        <w:widowControl w:val="0"/>
        <w:spacing w:before="0" w:line="276" w:lineRule="auto"/>
        <w:rPr>
          <w:rFonts w:ascii="Times New Roman" w:hAnsi="Times New Roman"/>
          <w:sz w:val="28"/>
          <w:szCs w:val="28"/>
        </w:rPr>
      </w:pPr>
      <w:bookmarkStart w:id="0" w:name="Par16"/>
      <w:bookmarkEnd w:id="0"/>
      <w:r w:rsidRPr="00EA655A">
        <w:rPr>
          <w:rFonts w:ascii="Times New Roman" w:hAnsi="Times New Roman"/>
          <w:sz w:val="28"/>
          <w:szCs w:val="28"/>
        </w:rPr>
        <w:t>Внести изменения в решение 42-й  сессии Совета депутатов Барабинского района Новосибирской области третьего созыва № 315от 19.12.2019 г «О бюджете Барабинского района Новосибирской области  на 2020 год и плановый период 2021 и 2022 годов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655A">
        <w:rPr>
          <w:rFonts w:ascii="Times New Roman" w:hAnsi="Times New Roman"/>
          <w:sz w:val="28"/>
          <w:szCs w:val="28"/>
        </w:rPr>
        <w:t>( с изменениями внесенными решениями Совета депутатов Барабинского района Новосибирской области третьего созыва от 16.04.2020 г, от 11.06.2020 г, от 20.08.2020 г)</w:t>
      </w:r>
    </w:p>
    <w:p w:rsidR="00546E7E" w:rsidRPr="00EA655A" w:rsidRDefault="00546E7E" w:rsidP="00681529">
      <w:pPr>
        <w:pStyle w:val="1"/>
        <w:widowControl w:val="0"/>
        <w:spacing w:before="0" w:line="276" w:lineRule="auto"/>
        <w:rPr>
          <w:rFonts w:ascii="Times New Roman" w:hAnsi="Times New Roman"/>
          <w:sz w:val="28"/>
          <w:szCs w:val="28"/>
        </w:rPr>
      </w:pPr>
    </w:p>
    <w:p w:rsidR="00546E7E" w:rsidRPr="00EA655A" w:rsidRDefault="00546E7E" w:rsidP="00EA655A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EA655A">
        <w:rPr>
          <w:rFonts w:ascii="Times New Roman" w:hAnsi="Times New Roman"/>
          <w:b/>
          <w:bCs/>
          <w:sz w:val="28"/>
          <w:szCs w:val="28"/>
        </w:rPr>
        <w:t>Статью 1.п.1 Основные характеристики местного бюджета на 2020 год и на плановый период 2020 и 2021 годов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A655A">
        <w:rPr>
          <w:rFonts w:ascii="Times New Roman" w:hAnsi="Times New Roman"/>
          <w:sz w:val="28"/>
          <w:szCs w:val="28"/>
        </w:rPr>
        <w:t>изложить в следующей редакции</w:t>
      </w:r>
      <w:r w:rsidRPr="00EA655A">
        <w:rPr>
          <w:rFonts w:ascii="Times New Roman" w:hAnsi="Times New Roman"/>
          <w:bCs/>
          <w:sz w:val="28"/>
          <w:szCs w:val="28"/>
        </w:rPr>
        <w:t xml:space="preserve"> :</w:t>
      </w:r>
    </w:p>
    <w:p w:rsidR="00546E7E" w:rsidRPr="00EA655A" w:rsidRDefault="00546E7E" w:rsidP="006815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55A">
        <w:rPr>
          <w:rFonts w:ascii="Times New Roman" w:hAnsi="Times New Roman"/>
          <w:sz w:val="28"/>
          <w:szCs w:val="28"/>
        </w:rPr>
        <w:t>1. Утвердить основные характеристики  бюджета Барабинского района Новосибирской области  (далее – местный  бюджет) на 2020 год:</w:t>
      </w:r>
    </w:p>
    <w:p w:rsidR="00546E7E" w:rsidRPr="00EA655A" w:rsidRDefault="00546E7E" w:rsidP="004735E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A655A">
        <w:rPr>
          <w:rFonts w:ascii="Times New Roman" w:hAnsi="Times New Roman"/>
          <w:sz w:val="28"/>
          <w:szCs w:val="28"/>
        </w:rPr>
        <w:t>1) прогнозируемый общий объем доходов местного бюджета в сумме 1</w:t>
      </w:r>
      <w:r w:rsidRPr="00EA655A">
        <w:rPr>
          <w:rFonts w:ascii="Times New Roman" w:hAnsi="Times New Roman"/>
          <w:sz w:val="28"/>
          <w:szCs w:val="28"/>
          <w:lang w:val="en-US"/>
        </w:rPr>
        <w:t> </w:t>
      </w:r>
      <w:r w:rsidRPr="00EA655A">
        <w:rPr>
          <w:rFonts w:ascii="Times New Roman" w:hAnsi="Times New Roman"/>
          <w:sz w:val="28"/>
          <w:szCs w:val="28"/>
        </w:rPr>
        <w:t>486</w:t>
      </w:r>
      <w:r w:rsidRPr="00EA655A">
        <w:rPr>
          <w:rFonts w:ascii="Times New Roman" w:hAnsi="Times New Roman"/>
          <w:sz w:val="28"/>
          <w:szCs w:val="28"/>
          <w:lang w:val="en-US"/>
        </w:rPr>
        <w:t> </w:t>
      </w:r>
      <w:r w:rsidRPr="00EA655A">
        <w:rPr>
          <w:rFonts w:ascii="Times New Roman" w:hAnsi="Times New Roman"/>
          <w:sz w:val="28"/>
          <w:szCs w:val="28"/>
        </w:rPr>
        <w:t>211,2 тыс. рублей,  в том числе объем безвозмездных поступлений в сумме  1 301 461,7 тыс. рублей, из них объем межбюджетных трансфертов, получаемых из других бюджетов бюджетной системы Российской Федерации, в сумме 1 301251,7 тыс. рублей, в том числе объем субсидий, субвенций и иных межбюджетных трансфертов, имеющих целевое назначение, в сумме 1 188 063,9тыс. рублей;</w:t>
      </w:r>
    </w:p>
    <w:p w:rsidR="00546E7E" w:rsidRPr="00EA655A" w:rsidRDefault="00546E7E" w:rsidP="00E35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55A">
        <w:rPr>
          <w:rFonts w:ascii="Times New Roman" w:hAnsi="Times New Roman"/>
          <w:sz w:val="28"/>
          <w:szCs w:val="28"/>
        </w:rPr>
        <w:t>2) общий объем расходов местного бюджета в сумме 1 514 253,9 тыс. рублей;</w:t>
      </w:r>
    </w:p>
    <w:p w:rsidR="00546E7E" w:rsidRPr="00EA655A" w:rsidRDefault="00546E7E" w:rsidP="00E35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55A">
        <w:rPr>
          <w:rFonts w:ascii="Times New Roman" w:hAnsi="Times New Roman"/>
          <w:sz w:val="28"/>
          <w:szCs w:val="28"/>
        </w:rPr>
        <w:t>3) дефицит  местного бюджета в сумме 28 042,7 тыс. рублей.</w:t>
      </w:r>
    </w:p>
    <w:p w:rsidR="00546E7E" w:rsidRPr="00EA655A" w:rsidRDefault="00546E7E" w:rsidP="004735E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6E7E" w:rsidRPr="00EA655A" w:rsidRDefault="00546E7E" w:rsidP="00EA6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EA655A">
        <w:rPr>
          <w:rFonts w:ascii="Times New Roman" w:hAnsi="Times New Roman"/>
          <w:b/>
          <w:bCs/>
          <w:sz w:val="28"/>
          <w:szCs w:val="28"/>
        </w:rPr>
        <w:t>В статье 6. Бюджетные ассигнования местного бюджета на 2020 год и на плановый период 2020 и 2021 годов</w:t>
      </w:r>
    </w:p>
    <w:p w:rsidR="00546E7E" w:rsidRPr="00EA655A" w:rsidRDefault="00546E7E" w:rsidP="00EA6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546E7E" w:rsidRPr="00EA655A" w:rsidRDefault="00546E7E" w:rsidP="00EA6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655A">
        <w:rPr>
          <w:rFonts w:ascii="Times New Roman" w:hAnsi="Times New Roman"/>
          <w:b/>
          <w:sz w:val="28"/>
          <w:szCs w:val="28"/>
        </w:rPr>
        <w:t>Утвердить  приложение 5</w:t>
      </w:r>
      <w:r w:rsidRPr="00EA655A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разделам, подразделам, целевым статьям </w:t>
      </w:r>
      <w:r w:rsidRPr="00EA655A">
        <w:rPr>
          <w:rFonts w:ascii="Times New Roman" w:hAnsi="Times New Roman" w:cs="Times New Roman"/>
          <w:sz w:val="28"/>
          <w:szCs w:val="28"/>
        </w:rPr>
        <w:t xml:space="preserve"> (муниципальным  программам и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655A">
        <w:rPr>
          <w:rFonts w:ascii="Times New Roman" w:hAnsi="Times New Roman" w:cs="Times New Roman"/>
          <w:sz w:val="28"/>
          <w:szCs w:val="28"/>
        </w:rPr>
        <w:t>программным направлениям деятельности), группам и подгруппам видов расходов классификации расходов бюджетов на 2020 год и плановый период 2021 и 2022 годов  в прилагаемой редакции к настоящему Решению;</w:t>
      </w:r>
    </w:p>
    <w:p w:rsidR="00546E7E" w:rsidRPr="00EA655A" w:rsidRDefault="00546E7E" w:rsidP="00EA6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655A">
        <w:rPr>
          <w:rFonts w:ascii="Times New Roman" w:hAnsi="Times New Roman"/>
          <w:sz w:val="28"/>
          <w:szCs w:val="28"/>
        </w:rPr>
        <w:t> </w:t>
      </w:r>
      <w:r w:rsidRPr="00EA655A">
        <w:rPr>
          <w:rFonts w:ascii="Times New Roman" w:hAnsi="Times New Roman"/>
          <w:b/>
          <w:sz w:val="28"/>
          <w:szCs w:val="28"/>
        </w:rPr>
        <w:t>Утвердить  приложение 6</w:t>
      </w:r>
      <w:r w:rsidRPr="00EA655A">
        <w:rPr>
          <w:rFonts w:ascii="Times New Roman" w:hAnsi="Times New Roman"/>
          <w:sz w:val="28"/>
          <w:szCs w:val="28"/>
        </w:rPr>
        <w:t xml:space="preserve"> «Распределение  по  целевым статьям ( муниципальным программам и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655A">
        <w:rPr>
          <w:rFonts w:ascii="Times New Roman" w:hAnsi="Times New Roman"/>
          <w:sz w:val="28"/>
          <w:szCs w:val="28"/>
        </w:rPr>
        <w:t xml:space="preserve">программным направлениям деятельности), группам и подгруппам видов расходов классификации расходов бюджетов»  </w:t>
      </w:r>
      <w:r w:rsidRPr="00EA655A">
        <w:rPr>
          <w:rFonts w:ascii="Times New Roman" w:hAnsi="Times New Roman" w:cs="Times New Roman"/>
          <w:sz w:val="28"/>
          <w:szCs w:val="28"/>
        </w:rPr>
        <w:t>на 2020 год и плановый период 2021 и 2022 годов  в прилагаемой редакции к настоящему Решению;</w:t>
      </w:r>
    </w:p>
    <w:p w:rsidR="00546E7E" w:rsidRPr="00EA655A" w:rsidRDefault="00546E7E" w:rsidP="00EA6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655A">
        <w:rPr>
          <w:rFonts w:ascii="Times New Roman" w:hAnsi="Times New Roman"/>
          <w:b/>
          <w:sz w:val="28"/>
          <w:szCs w:val="28"/>
        </w:rPr>
        <w:t>Утвердить приложение 7</w:t>
      </w:r>
      <w:r w:rsidRPr="00EA655A">
        <w:rPr>
          <w:rFonts w:ascii="Times New Roman" w:hAnsi="Times New Roman"/>
          <w:sz w:val="28"/>
          <w:szCs w:val="28"/>
        </w:rPr>
        <w:t xml:space="preserve"> «Ведомственная структура расходов  местного бюджета»  </w:t>
      </w:r>
      <w:r w:rsidRPr="00EA655A">
        <w:rPr>
          <w:rFonts w:ascii="Times New Roman" w:hAnsi="Times New Roman" w:cs="Times New Roman"/>
          <w:sz w:val="28"/>
          <w:szCs w:val="28"/>
        </w:rPr>
        <w:t>на 2020 год и плановый период 2021 и 2022 годов в прилагаемой редакции к настоящему Решению;</w:t>
      </w:r>
    </w:p>
    <w:p w:rsidR="00546E7E" w:rsidRPr="00EA655A" w:rsidRDefault="00546E7E" w:rsidP="00EA6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6E7E" w:rsidRPr="00EA655A" w:rsidRDefault="00546E7E" w:rsidP="00EA65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EA655A">
        <w:rPr>
          <w:rFonts w:ascii="Times New Roman" w:hAnsi="Times New Roman"/>
          <w:b/>
          <w:sz w:val="28"/>
          <w:szCs w:val="28"/>
        </w:rPr>
        <w:t>В статье 11.  Субсидии бюджетам поселений  из местного бюджета</w:t>
      </w:r>
    </w:p>
    <w:p w:rsidR="00546E7E" w:rsidRPr="00EA655A" w:rsidRDefault="00546E7E" w:rsidP="00EA655A">
      <w:pPr>
        <w:autoSpaceDE w:val="0"/>
        <w:autoSpaceDN w:val="0"/>
        <w:adjustRightInd w:val="0"/>
        <w:spacing w:after="0" w:line="240" w:lineRule="auto"/>
        <w:ind w:left="851"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546E7E" w:rsidRPr="00EA655A" w:rsidRDefault="00546E7E" w:rsidP="00EA65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A655A">
        <w:rPr>
          <w:rFonts w:ascii="Times New Roman" w:hAnsi="Times New Roman"/>
          <w:sz w:val="28"/>
          <w:szCs w:val="28"/>
        </w:rPr>
        <w:t>Пункт 1, п.п 1 на 2020 год  цифру « 253 149,5» тыс.рублей заменить на цифру «251 373,8»   тыс.рублей;</w:t>
      </w:r>
    </w:p>
    <w:p w:rsidR="00546E7E" w:rsidRPr="00EA655A" w:rsidRDefault="00546E7E" w:rsidP="00EA65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 w:rsidRPr="00EA655A">
        <w:rPr>
          <w:rFonts w:ascii="Times New Roman" w:hAnsi="Times New Roman"/>
          <w:b/>
          <w:iCs/>
          <w:sz w:val="28"/>
          <w:szCs w:val="28"/>
          <w:lang w:eastAsia="ru-RU"/>
        </w:rPr>
        <w:t xml:space="preserve">Утвердить приложение 12 </w:t>
      </w:r>
      <w:r w:rsidRPr="00EA655A">
        <w:rPr>
          <w:rFonts w:ascii="Times New Roman" w:hAnsi="Times New Roman"/>
          <w:iCs/>
          <w:sz w:val="28"/>
          <w:szCs w:val="28"/>
          <w:lang w:eastAsia="ru-RU"/>
        </w:rPr>
        <w:t>«Распределение субсидий по обеспечению сбалансированности местных бюджетов муниципальной программы Барабинского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района Новосибирской области «</w:t>
      </w:r>
      <w:r w:rsidRPr="00EA655A">
        <w:rPr>
          <w:rFonts w:ascii="Times New Roman" w:hAnsi="Times New Roman"/>
          <w:iCs/>
          <w:sz w:val="28"/>
          <w:szCs w:val="28"/>
          <w:lang w:eastAsia="ru-RU"/>
        </w:rPr>
        <w:t xml:space="preserve">Управление муниципальными финансами Барабинского района Новосибирской области на 2017-2021 годы"  на 2020 год и плановый период 2021 и 2022 годов» </w:t>
      </w:r>
      <w:r w:rsidRPr="00EA655A">
        <w:rPr>
          <w:rFonts w:ascii="Times New Roman" w:hAnsi="Times New Roman" w:cs="Times New Roman"/>
          <w:sz w:val="28"/>
          <w:szCs w:val="28"/>
        </w:rPr>
        <w:t>в прилагаемой редакции  к настоящему Решению;</w:t>
      </w:r>
    </w:p>
    <w:p w:rsidR="00546E7E" w:rsidRPr="00EA655A" w:rsidRDefault="00546E7E" w:rsidP="00EA65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46E7E" w:rsidRPr="00EA655A" w:rsidRDefault="00546E7E" w:rsidP="00EA65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655A">
        <w:rPr>
          <w:rFonts w:ascii="Times New Roman" w:hAnsi="Times New Roman" w:cs="Times New Roman"/>
          <w:b/>
          <w:sz w:val="28"/>
          <w:szCs w:val="28"/>
        </w:rPr>
        <w:t>Утвердить  приложение 20</w:t>
      </w:r>
      <w:r w:rsidRPr="00EA655A">
        <w:rPr>
          <w:rFonts w:ascii="Times New Roman" w:hAnsi="Times New Roman" w:cs="Times New Roman"/>
          <w:sz w:val="28"/>
          <w:szCs w:val="28"/>
        </w:rPr>
        <w:t xml:space="preserve"> «Распределение прочих субсидий из местного  бюджета» на 2020 год  и плановый период 2021 и 2022 годов в прилагаемой редакции  к настоящему Решению;</w:t>
      </w:r>
      <w:bookmarkStart w:id="1" w:name="_GoBack"/>
      <w:bookmarkEnd w:id="1"/>
    </w:p>
    <w:p w:rsidR="00546E7E" w:rsidRDefault="00546E7E" w:rsidP="00EA6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46E7E" w:rsidRPr="00EA655A" w:rsidRDefault="00546E7E" w:rsidP="00EA6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 w:rsidRPr="00EA655A">
        <w:rPr>
          <w:rFonts w:ascii="Times New Roman" w:hAnsi="Times New Roman"/>
          <w:b/>
          <w:bCs/>
          <w:sz w:val="28"/>
          <w:szCs w:val="28"/>
        </w:rPr>
        <w:t>В статье 14. Источники финансирования дефицита местного бюджета</w:t>
      </w:r>
    </w:p>
    <w:p w:rsidR="00546E7E" w:rsidRPr="00EA655A" w:rsidRDefault="00546E7E" w:rsidP="00EA6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46E7E" w:rsidRPr="00EA655A" w:rsidRDefault="00546E7E" w:rsidP="00EA65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655A">
        <w:rPr>
          <w:rFonts w:ascii="Times New Roman" w:hAnsi="Times New Roman"/>
          <w:b/>
          <w:sz w:val="28"/>
          <w:szCs w:val="28"/>
        </w:rPr>
        <w:t>Утвердить приложение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A655A">
        <w:rPr>
          <w:rFonts w:ascii="Times New Roman" w:hAnsi="Times New Roman"/>
          <w:b/>
          <w:sz w:val="28"/>
          <w:szCs w:val="28"/>
        </w:rPr>
        <w:t>21</w:t>
      </w:r>
      <w:r w:rsidRPr="00EA655A">
        <w:rPr>
          <w:rFonts w:ascii="Times New Roman" w:hAnsi="Times New Roman"/>
          <w:sz w:val="28"/>
          <w:szCs w:val="28"/>
        </w:rPr>
        <w:t xml:space="preserve"> «Источники финансирования дефицита местного бюджета» на 2020год</w:t>
      </w:r>
      <w:r w:rsidRPr="00EA655A">
        <w:rPr>
          <w:rFonts w:ascii="Times New Roman" w:hAnsi="Times New Roman" w:cs="Times New Roman"/>
          <w:sz w:val="28"/>
          <w:szCs w:val="28"/>
        </w:rPr>
        <w:t>и плановый период 2021 и 2022 годов в прилагаемой редакции  к настоящему Решению;</w:t>
      </w:r>
    </w:p>
    <w:p w:rsidR="00546E7E" w:rsidRPr="00EA655A" w:rsidRDefault="00546E7E" w:rsidP="00EA65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6E7E" w:rsidRPr="00EA655A" w:rsidRDefault="00546E7E" w:rsidP="00EA6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A655A">
        <w:rPr>
          <w:rFonts w:ascii="Times New Roman" w:hAnsi="Times New Roman"/>
          <w:b/>
          <w:bCs/>
          <w:sz w:val="28"/>
          <w:szCs w:val="28"/>
        </w:rPr>
        <w:t>В статье 15. Муниципальные внутренние заимствования Барабинского района Новосибирской области</w:t>
      </w:r>
    </w:p>
    <w:p w:rsidR="00546E7E" w:rsidRPr="00EA655A" w:rsidRDefault="00546E7E" w:rsidP="00EA65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46E7E" w:rsidRPr="00EA655A" w:rsidRDefault="00546E7E" w:rsidP="00EA65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655A">
        <w:rPr>
          <w:rFonts w:ascii="Times New Roman" w:hAnsi="Times New Roman"/>
          <w:b/>
          <w:sz w:val="28"/>
          <w:szCs w:val="28"/>
        </w:rPr>
        <w:t>Утвердить приложение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A655A">
        <w:rPr>
          <w:rFonts w:ascii="Times New Roman" w:hAnsi="Times New Roman"/>
          <w:b/>
          <w:sz w:val="28"/>
          <w:szCs w:val="28"/>
        </w:rPr>
        <w:t xml:space="preserve">22 </w:t>
      </w:r>
      <w:r w:rsidRPr="00EA655A">
        <w:rPr>
          <w:rFonts w:ascii="Times New Roman" w:hAnsi="Times New Roman"/>
          <w:sz w:val="28"/>
          <w:szCs w:val="28"/>
        </w:rPr>
        <w:t>«Программа муниципальных внутренних заимствований Барабинского района  Новосибирской области  на 2020 год и плановый период 2021 и 2022 годов»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655A">
        <w:rPr>
          <w:rFonts w:ascii="Times New Roman" w:hAnsi="Times New Roman" w:cs="Times New Roman"/>
          <w:sz w:val="28"/>
          <w:szCs w:val="28"/>
        </w:rPr>
        <w:t>в прилагаемой редакции  к настоящему Решению.</w:t>
      </w:r>
    </w:p>
    <w:p w:rsidR="00546E7E" w:rsidRDefault="00546E7E" w:rsidP="0062015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546E7E" w:rsidRPr="00EA655A" w:rsidRDefault="00546E7E" w:rsidP="00EA655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388" w:type="dxa"/>
        <w:tblLook w:val="00A0"/>
      </w:tblPr>
      <w:tblGrid>
        <w:gridCol w:w="4285"/>
        <w:gridCol w:w="567"/>
        <w:gridCol w:w="4536"/>
      </w:tblGrid>
      <w:tr w:rsidR="00546E7E" w:rsidRPr="00EA655A" w:rsidTr="005B52F2">
        <w:tc>
          <w:tcPr>
            <w:tcW w:w="4285" w:type="dxa"/>
          </w:tcPr>
          <w:p w:rsidR="00546E7E" w:rsidRPr="00EA655A" w:rsidRDefault="00546E7E" w:rsidP="00EA65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65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И.о. Главы </w:t>
            </w:r>
          </w:p>
          <w:p w:rsidR="00546E7E" w:rsidRPr="00EA655A" w:rsidRDefault="00546E7E" w:rsidP="00EA65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65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Барабинского района Новосибирской области </w:t>
            </w:r>
          </w:p>
          <w:p w:rsidR="00546E7E" w:rsidRPr="00EA655A" w:rsidRDefault="00546E7E" w:rsidP="00EA65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546E7E" w:rsidRPr="00EA655A" w:rsidRDefault="00546E7E" w:rsidP="00EA65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546E7E" w:rsidRPr="00EA655A" w:rsidRDefault="00546E7E" w:rsidP="00EA65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65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И.о. председателя</w:t>
            </w:r>
          </w:p>
          <w:p w:rsidR="00546E7E" w:rsidRPr="00EA655A" w:rsidRDefault="00546E7E" w:rsidP="00EA65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65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Совета депутатов </w:t>
            </w:r>
          </w:p>
          <w:p w:rsidR="00546E7E" w:rsidRPr="00EA655A" w:rsidRDefault="00546E7E" w:rsidP="00EA65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46E7E" w:rsidRPr="00EA655A" w:rsidTr="005B52F2">
        <w:tc>
          <w:tcPr>
            <w:tcW w:w="4285" w:type="dxa"/>
          </w:tcPr>
          <w:p w:rsidR="00546E7E" w:rsidRPr="00EA655A" w:rsidRDefault="00546E7E" w:rsidP="00EA65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46E7E" w:rsidRPr="00EA655A" w:rsidRDefault="00546E7E" w:rsidP="00EA65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65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 Халин А.Г.</w:t>
            </w:r>
          </w:p>
        </w:tc>
        <w:tc>
          <w:tcPr>
            <w:tcW w:w="567" w:type="dxa"/>
          </w:tcPr>
          <w:p w:rsidR="00546E7E" w:rsidRPr="00EA655A" w:rsidRDefault="00546E7E" w:rsidP="00EA65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546E7E" w:rsidRPr="00EA655A" w:rsidRDefault="00546E7E" w:rsidP="00EA65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46E7E" w:rsidRPr="00EA655A" w:rsidRDefault="00546E7E" w:rsidP="00EA65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65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________________ Пильников А.В. </w:t>
            </w:r>
          </w:p>
          <w:p w:rsidR="00546E7E" w:rsidRPr="00EA655A" w:rsidRDefault="00546E7E" w:rsidP="00EA65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46E7E" w:rsidRPr="00EA655A" w:rsidRDefault="00546E7E" w:rsidP="00EA655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sectPr w:rsidR="00546E7E" w:rsidRPr="00EA655A" w:rsidSect="00EA655A">
      <w:headerReference w:type="default" r:id="rId8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E7E" w:rsidRDefault="00546E7E" w:rsidP="006544D4">
      <w:pPr>
        <w:spacing w:after="0" w:line="240" w:lineRule="auto"/>
      </w:pPr>
      <w:r>
        <w:separator/>
      </w:r>
    </w:p>
  </w:endnote>
  <w:endnote w:type="continuationSeparator" w:id="1">
    <w:p w:rsidR="00546E7E" w:rsidRDefault="00546E7E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E7E" w:rsidRDefault="00546E7E" w:rsidP="006544D4">
      <w:pPr>
        <w:spacing w:after="0" w:line="240" w:lineRule="auto"/>
      </w:pPr>
      <w:r>
        <w:separator/>
      </w:r>
    </w:p>
  </w:footnote>
  <w:footnote w:type="continuationSeparator" w:id="1">
    <w:p w:rsidR="00546E7E" w:rsidRDefault="00546E7E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E7E" w:rsidRPr="00992805" w:rsidRDefault="00546E7E">
    <w:pPr>
      <w:pStyle w:val="Header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3</w:t>
    </w:r>
    <w:r w:rsidRPr="00992805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BB1"/>
    <w:multiLevelType w:val="hybridMultilevel"/>
    <w:tmpl w:val="F148DAF4"/>
    <w:lvl w:ilvl="0" w:tplc="C29A230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F541A95"/>
    <w:multiLevelType w:val="hybridMultilevel"/>
    <w:tmpl w:val="8EC48F54"/>
    <w:lvl w:ilvl="0" w:tplc="0F5C8C7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C133F13"/>
    <w:multiLevelType w:val="hybridMultilevel"/>
    <w:tmpl w:val="0EA4FD0E"/>
    <w:lvl w:ilvl="0" w:tplc="EB1E9B3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6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9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1"/>
  </w:num>
  <w:num w:numId="6">
    <w:abstractNumId w:val="9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1AD"/>
    <w:rsid w:val="00000052"/>
    <w:rsid w:val="000007B0"/>
    <w:rsid w:val="00001307"/>
    <w:rsid w:val="000018AC"/>
    <w:rsid w:val="00004381"/>
    <w:rsid w:val="000050FD"/>
    <w:rsid w:val="00005153"/>
    <w:rsid w:val="00014527"/>
    <w:rsid w:val="00015E30"/>
    <w:rsid w:val="000162D2"/>
    <w:rsid w:val="0001692E"/>
    <w:rsid w:val="000172C3"/>
    <w:rsid w:val="00020B62"/>
    <w:rsid w:val="00020FFB"/>
    <w:rsid w:val="000237E6"/>
    <w:rsid w:val="00024390"/>
    <w:rsid w:val="00027E89"/>
    <w:rsid w:val="00030824"/>
    <w:rsid w:val="00031017"/>
    <w:rsid w:val="00032736"/>
    <w:rsid w:val="00034AAA"/>
    <w:rsid w:val="00036618"/>
    <w:rsid w:val="0003678E"/>
    <w:rsid w:val="00037ADA"/>
    <w:rsid w:val="00037BF1"/>
    <w:rsid w:val="00041F5E"/>
    <w:rsid w:val="00042238"/>
    <w:rsid w:val="000424DE"/>
    <w:rsid w:val="0004305E"/>
    <w:rsid w:val="00043B48"/>
    <w:rsid w:val="00044A18"/>
    <w:rsid w:val="00044DCE"/>
    <w:rsid w:val="00044FA7"/>
    <w:rsid w:val="000456FD"/>
    <w:rsid w:val="0005161F"/>
    <w:rsid w:val="00051E73"/>
    <w:rsid w:val="000551B0"/>
    <w:rsid w:val="00056369"/>
    <w:rsid w:val="00056474"/>
    <w:rsid w:val="00056A86"/>
    <w:rsid w:val="00056B84"/>
    <w:rsid w:val="00057E6A"/>
    <w:rsid w:val="00057F63"/>
    <w:rsid w:val="0006005F"/>
    <w:rsid w:val="00060283"/>
    <w:rsid w:val="000602D9"/>
    <w:rsid w:val="00060A2C"/>
    <w:rsid w:val="000622E4"/>
    <w:rsid w:val="0006416C"/>
    <w:rsid w:val="000660EA"/>
    <w:rsid w:val="00066818"/>
    <w:rsid w:val="00066CC4"/>
    <w:rsid w:val="00070CC2"/>
    <w:rsid w:val="00071BD0"/>
    <w:rsid w:val="00072722"/>
    <w:rsid w:val="00072949"/>
    <w:rsid w:val="00072DD1"/>
    <w:rsid w:val="00073230"/>
    <w:rsid w:val="000770BE"/>
    <w:rsid w:val="00077FEF"/>
    <w:rsid w:val="00083092"/>
    <w:rsid w:val="00084041"/>
    <w:rsid w:val="00084209"/>
    <w:rsid w:val="00086950"/>
    <w:rsid w:val="000901CC"/>
    <w:rsid w:val="00091C13"/>
    <w:rsid w:val="00093EDD"/>
    <w:rsid w:val="000946CF"/>
    <w:rsid w:val="00094C1E"/>
    <w:rsid w:val="00094FF1"/>
    <w:rsid w:val="00095896"/>
    <w:rsid w:val="00095F2A"/>
    <w:rsid w:val="0009690A"/>
    <w:rsid w:val="000A0ABB"/>
    <w:rsid w:val="000A160D"/>
    <w:rsid w:val="000A2623"/>
    <w:rsid w:val="000A2BF3"/>
    <w:rsid w:val="000A35C4"/>
    <w:rsid w:val="000B043C"/>
    <w:rsid w:val="000B0D01"/>
    <w:rsid w:val="000B115A"/>
    <w:rsid w:val="000B1263"/>
    <w:rsid w:val="000B256C"/>
    <w:rsid w:val="000B280A"/>
    <w:rsid w:val="000B43D0"/>
    <w:rsid w:val="000B49DF"/>
    <w:rsid w:val="000B5B6C"/>
    <w:rsid w:val="000B730B"/>
    <w:rsid w:val="000B75AD"/>
    <w:rsid w:val="000C07FB"/>
    <w:rsid w:val="000C3557"/>
    <w:rsid w:val="000C3A70"/>
    <w:rsid w:val="000C3C35"/>
    <w:rsid w:val="000C50C6"/>
    <w:rsid w:val="000C5381"/>
    <w:rsid w:val="000C63BF"/>
    <w:rsid w:val="000D6949"/>
    <w:rsid w:val="000D740D"/>
    <w:rsid w:val="000E22F8"/>
    <w:rsid w:val="000E5802"/>
    <w:rsid w:val="000E60A6"/>
    <w:rsid w:val="000F48AF"/>
    <w:rsid w:val="000F5E40"/>
    <w:rsid w:val="000F6632"/>
    <w:rsid w:val="000F7AD9"/>
    <w:rsid w:val="000F7F5F"/>
    <w:rsid w:val="001022AA"/>
    <w:rsid w:val="00103163"/>
    <w:rsid w:val="001047CC"/>
    <w:rsid w:val="001058D6"/>
    <w:rsid w:val="0010606F"/>
    <w:rsid w:val="00106DA4"/>
    <w:rsid w:val="001105FF"/>
    <w:rsid w:val="001106AA"/>
    <w:rsid w:val="00111194"/>
    <w:rsid w:val="00111AC1"/>
    <w:rsid w:val="00112C20"/>
    <w:rsid w:val="00112DE8"/>
    <w:rsid w:val="0011586B"/>
    <w:rsid w:val="001208D5"/>
    <w:rsid w:val="00121C16"/>
    <w:rsid w:val="00121DA1"/>
    <w:rsid w:val="001249A9"/>
    <w:rsid w:val="001262B8"/>
    <w:rsid w:val="00131963"/>
    <w:rsid w:val="00132C81"/>
    <w:rsid w:val="001340F4"/>
    <w:rsid w:val="0013544F"/>
    <w:rsid w:val="00135FAC"/>
    <w:rsid w:val="00137CFC"/>
    <w:rsid w:val="00140067"/>
    <w:rsid w:val="00140252"/>
    <w:rsid w:val="00140D65"/>
    <w:rsid w:val="00140EEC"/>
    <w:rsid w:val="00140FD4"/>
    <w:rsid w:val="00144613"/>
    <w:rsid w:val="00144F6A"/>
    <w:rsid w:val="001452F7"/>
    <w:rsid w:val="00146218"/>
    <w:rsid w:val="00147C77"/>
    <w:rsid w:val="00152CC4"/>
    <w:rsid w:val="001531B8"/>
    <w:rsid w:val="001534FB"/>
    <w:rsid w:val="001535BD"/>
    <w:rsid w:val="001551EF"/>
    <w:rsid w:val="00155F0E"/>
    <w:rsid w:val="0016054C"/>
    <w:rsid w:val="0016219D"/>
    <w:rsid w:val="001627A5"/>
    <w:rsid w:val="00162893"/>
    <w:rsid w:val="00162F7D"/>
    <w:rsid w:val="001636CF"/>
    <w:rsid w:val="00163CF5"/>
    <w:rsid w:val="00163F87"/>
    <w:rsid w:val="0016416D"/>
    <w:rsid w:val="00165AAD"/>
    <w:rsid w:val="0016660D"/>
    <w:rsid w:val="00166EBC"/>
    <w:rsid w:val="00173BCD"/>
    <w:rsid w:val="00175E78"/>
    <w:rsid w:val="00176A7F"/>
    <w:rsid w:val="00180454"/>
    <w:rsid w:val="0018080B"/>
    <w:rsid w:val="0018199C"/>
    <w:rsid w:val="00182057"/>
    <w:rsid w:val="00182627"/>
    <w:rsid w:val="0018283D"/>
    <w:rsid w:val="00183CBF"/>
    <w:rsid w:val="00184CA4"/>
    <w:rsid w:val="00185850"/>
    <w:rsid w:val="00185A05"/>
    <w:rsid w:val="00193641"/>
    <w:rsid w:val="00193803"/>
    <w:rsid w:val="0019577D"/>
    <w:rsid w:val="001977F0"/>
    <w:rsid w:val="001A1B46"/>
    <w:rsid w:val="001A241A"/>
    <w:rsid w:val="001A276D"/>
    <w:rsid w:val="001A283B"/>
    <w:rsid w:val="001A4485"/>
    <w:rsid w:val="001A521E"/>
    <w:rsid w:val="001A5BCB"/>
    <w:rsid w:val="001B2D15"/>
    <w:rsid w:val="001B38AE"/>
    <w:rsid w:val="001B46AF"/>
    <w:rsid w:val="001B583B"/>
    <w:rsid w:val="001B5F27"/>
    <w:rsid w:val="001B5F49"/>
    <w:rsid w:val="001C360F"/>
    <w:rsid w:val="001C3E6A"/>
    <w:rsid w:val="001C522D"/>
    <w:rsid w:val="001D413A"/>
    <w:rsid w:val="001D47CB"/>
    <w:rsid w:val="001D52D5"/>
    <w:rsid w:val="001D5412"/>
    <w:rsid w:val="001D59B9"/>
    <w:rsid w:val="001E0721"/>
    <w:rsid w:val="001E0775"/>
    <w:rsid w:val="001E0976"/>
    <w:rsid w:val="001E0D8C"/>
    <w:rsid w:val="001E14FC"/>
    <w:rsid w:val="001E1B3B"/>
    <w:rsid w:val="001E2E9E"/>
    <w:rsid w:val="001E3E55"/>
    <w:rsid w:val="001E4018"/>
    <w:rsid w:val="001E448B"/>
    <w:rsid w:val="001E4BEE"/>
    <w:rsid w:val="001F5A07"/>
    <w:rsid w:val="001F7F6A"/>
    <w:rsid w:val="00200772"/>
    <w:rsid w:val="00200C11"/>
    <w:rsid w:val="00200E84"/>
    <w:rsid w:val="00201572"/>
    <w:rsid w:val="002044C0"/>
    <w:rsid w:val="00204787"/>
    <w:rsid w:val="0020621F"/>
    <w:rsid w:val="0020776F"/>
    <w:rsid w:val="00207B74"/>
    <w:rsid w:val="00210BDB"/>
    <w:rsid w:val="00213D38"/>
    <w:rsid w:val="00214056"/>
    <w:rsid w:val="00215A05"/>
    <w:rsid w:val="00215FBB"/>
    <w:rsid w:val="00217440"/>
    <w:rsid w:val="00223C4C"/>
    <w:rsid w:val="00227362"/>
    <w:rsid w:val="00230398"/>
    <w:rsid w:val="00231096"/>
    <w:rsid w:val="00231D65"/>
    <w:rsid w:val="002320B2"/>
    <w:rsid w:val="00233020"/>
    <w:rsid w:val="0023330C"/>
    <w:rsid w:val="00233D14"/>
    <w:rsid w:val="0023749D"/>
    <w:rsid w:val="0024423B"/>
    <w:rsid w:val="00250D7D"/>
    <w:rsid w:val="00252C9D"/>
    <w:rsid w:val="002603F5"/>
    <w:rsid w:val="002613F5"/>
    <w:rsid w:val="00262F9F"/>
    <w:rsid w:val="00264194"/>
    <w:rsid w:val="002641B6"/>
    <w:rsid w:val="0026423D"/>
    <w:rsid w:val="0026482B"/>
    <w:rsid w:val="00264BEB"/>
    <w:rsid w:val="00265672"/>
    <w:rsid w:val="00270557"/>
    <w:rsid w:val="00271E78"/>
    <w:rsid w:val="00273503"/>
    <w:rsid w:val="0027642A"/>
    <w:rsid w:val="00276C60"/>
    <w:rsid w:val="002771D6"/>
    <w:rsid w:val="002805DE"/>
    <w:rsid w:val="00284393"/>
    <w:rsid w:val="0028606C"/>
    <w:rsid w:val="002871F8"/>
    <w:rsid w:val="00287F2D"/>
    <w:rsid w:val="00291A6F"/>
    <w:rsid w:val="002954C4"/>
    <w:rsid w:val="00295BF2"/>
    <w:rsid w:val="002A0D3E"/>
    <w:rsid w:val="002A1638"/>
    <w:rsid w:val="002A2F44"/>
    <w:rsid w:val="002A409C"/>
    <w:rsid w:val="002A4AB9"/>
    <w:rsid w:val="002A5788"/>
    <w:rsid w:val="002A5CA0"/>
    <w:rsid w:val="002A5F0A"/>
    <w:rsid w:val="002A7AD7"/>
    <w:rsid w:val="002B00F3"/>
    <w:rsid w:val="002B1B4C"/>
    <w:rsid w:val="002B45EC"/>
    <w:rsid w:val="002B4BEB"/>
    <w:rsid w:val="002B5698"/>
    <w:rsid w:val="002B7826"/>
    <w:rsid w:val="002B7FF6"/>
    <w:rsid w:val="002C0056"/>
    <w:rsid w:val="002C1516"/>
    <w:rsid w:val="002C1FC1"/>
    <w:rsid w:val="002C3083"/>
    <w:rsid w:val="002C7468"/>
    <w:rsid w:val="002D11AD"/>
    <w:rsid w:val="002D1FB2"/>
    <w:rsid w:val="002D2F52"/>
    <w:rsid w:val="002D44A1"/>
    <w:rsid w:val="002D52B1"/>
    <w:rsid w:val="002D57BD"/>
    <w:rsid w:val="002D6B03"/>
    <w:rsid w:val="002D73F3"/>
    <w:rsid w:val="002E1998"/>
    <w:rsid w:val="002E2D23"/>
    <w:rsid w:val="002F219D"/>
    <w:rsid w:val="002F3C7C"/>
    <w:rsid w:val="002F4625"/>
    <w:rsid w:val="002F51A9"/>
    <w:rsid w:val="002F6C21"/>
    <w:rsid w:val="00301567"/>
    <w:rsid w:val="00302E2E"/>
    <w:rsid w:val="00303117"/>
    <w:rsid w:val="00303904"/>
    <w:rsid w:val="00304FF3"/>
    <w:rsid w:val="00306501"/>
    <w:rsid w:val="0030776C"/>
    <w:rsid w:val="003101CD"/>
    <w:rsid w:val="0031190F"/>
    <w:rsid w:val="00312B01"/>
    <w:rsid w:val="0031335F"/>
    <w:rsid w:val="00313790"/>
    <w:rsid w:val="00314663"/>
    <w:rsid w:val="00315640"/>
    <w:rsid w:val="0031577B"/>
    <w:rsid w:val="00315E33"/>
    <w:rsid w:val="00316041"/>
    <w:rsid w:val="00317E64"/>
    <w:rsid w:val="00321354"/>
    <w:rsid w:val="003217CF"/>
    <w:rsid w:val="003225F0"/>
    <w:rsid w:val="00323555"/>
    <w:rsid w:val="003248EA"/>
    <w:rsid w:val="00326998"/>
    <w:rsid w:val="003301A2"/>
    <w:rsid w:val="003322B8"/>
    <w:rsid w:val="00333050"/>
    <w:rsid w:val="003353D5"/>
    <w:rsid w:val="00336009"/>
    <w:rsid w:val="00337AB2"/>
    <w:rsid w:val="00340A61"/>
    <w:rsid w:val="00342FF9"/>
    <w:rsid w:val="00344E62"/>
    <w:rsid w:val="00345548"/>
    <w:rsid w:val="00351083"/>
    <w:rsid w:val="00353381"/>
    <w:rsid w:val="003567C4"/>
    <w:rsid w:val="0035748D"/>
    <w:rsid w:val="003579FC"/>
    <w:rsid w:val="00361BBF"/>
    <w:rsid w:val="0036221A"/>
    <w:rsid w:val="003624E7"/>
    <w:rsid w:val="0036315E"/>
    <w:rsid w:val="00363696"/>
    <w:rsid w:val="00363976"/>
    <w:rsid w:val="003641B5"/>
    <w:rsid w:val="003645EF"/>
    <w:rsid w:val="00364BFC"/>
    <w:rsid w:val="00364E24"/>
    <w:rsid w:val="00365EDB"/>
    <w:rsid w:val="003660B2"/>
    <w:rsid w:val="003714D9"/>
    <w:rsid w:val="00371E99"/>
    <w:rsid w:val="00372933"/>
    <w:rsid w:val="003746DA"/>
    <w:rsid w:val="00374B3F"/>
    <w:rsid w:val="00374E2D"/>
    <w:rsid w:val="003753DD"/>
    <w:rsid w:val="00375963"/>
    <w:rsid w:val="00376786"/>
    <w:rsid w:val="00376892"/>
    <w:rsid w:val="0037732A"/>
    <w:rsid w:val="00380FAF"/>
    <w:rsid w:val="00381155"/>
    <w:rsid w:val="0038431C"/>
    <w:rsid w:val="00390368"/>
    <w:rsid w:val="003909E0"/>
    <w:rsid w:val="00390DEC"/>
    <w:rsid w:val="003939E3"/>
    <w:rsid w:val="0039407F"/>
    <w:rsid w:val="00394523"/>
    <w:rsid w:val="00395525"/>
    <w:rsid w:val="0039558D"/>
    <w:rsid w:val="00395601"/>
    <w:rsid w:val="00397788"/>
    <w:rsid w:val="003979EC"/>
    <w:rsid w:val="003A09C4"/>
    <w:rsid w:val="003A1377"/>
    <w:rsid w:val="003A313B"/>
    <w:rsid w:val="003A50F2"/>
    <w:rsid w:val="003A66A4"/>
    <w:rsid w:val="003A6AEC"/>
    <w:rsid w:val="003B119B"/>
    <w:rsid w:val="003B23B4"/>
    <w:rsid w:val="003B3B22"/>
    <w:rsid w:val="003B468A"/>
    <w:rsid w:val="003B4CC4"/>
    <w:rsid w:val="003B5F61"/>
    <w:rsid w:val="003B6DB0"/>
    <w:rsid w:val="003C2AAE"/>
    <w:rsid w:val="003C49E8"/>
    <w:rsid w:val="003C5AF3"/>
    <w:rsid w:val="003C6004"/>
    <w:rsid w:val="003D15C2"/>
    <w:rsid w:val="003D1902"/>
    <w:rsid w:val="003D1CBD"/>
    <w:rsid w:val="003D265B"/>
    <w:rsid w:val="003D5633"/>
    <w:rsid w:val="003E0256"/>
    <w:rsid w:val="003E2AFE"/>
    <w:rsid w:val="003E321C"/>
    <w:rsid w:val="003E4427"/>
    <w:rsid w:val="003E48F4"/>
    <w:rsid w:val="003E52A1"/>
    <w:rsid w:val="003E696B"/>
    <w:rsid w:val="003F0FA5"/>
    <w:rsid w:val="003F1892"/>
    <w:rsid w:val="003F5B63"/>
    <w:rsid w:val="003F5C54"/>
    <w:rsid w:val="003F5E7E"/>
    <w:rsid w:val="003F7295"/>
    <w:rsid w:val="004007B2"/>
    <w:rsid w:val="00401C8B"/>
    <w:rsid w:val="0040367B"/>
    <w:rsid w:val="00403E1E"/>
    <w:rsid w:val="004050AF"/>
    <w:rsid w:val="00406293"/>
    <w:rsid w:val="004063DA"/>
    <w:rsid w:val="004100FA"/>
    <w:rsid w:val="00410821"/>
    <w:rsid w:val="00410E59"/>
    <w:rsid w:val="004116FC"/>
    <w:rsid w:val="00414B0B"/>
    <w:rsid w:val="00414BAE"/>
    <w:rsid w:val="004150CC"/>
    <w:rsid w:val="00421172"/>
    <w:rsid w:val="00424C3A"/>
    <w:rsid w:val="00425F42"/>
    <w:rsid w:val="00426B12"/>
    <w:rsid w:val="004275D4"/>
    <w:rsid w:val="00432A20"/>
    <w:rsid w:val="00434302"/>
    <w:rsid w:val="00435379"/>
    <w:rsid w:val="0043628E"/>
    <w:rsid w:val="00436BF9"/>
    <w:rsid w:val="004372C9"/>
    <w:rsid w:val="00437300"/>
    <w:rsid w:val="0044001D"/>
    <w:rsid w:val="0044249C"/>
    <w:rsid w:val="00444448"/>
    <w:rsid w:val="004465D2"/>
    <w:rsid w:val="00447ADB"/>
    <w:rsid w:val="00450EE4"/>
    <w:rsid w:val="0045102D"/>
    <w:rsid w:val="00451982"/>
    <w:rsid w:val="004523BF"/>
    <w:rsid w:val="004523E6"/>
    <w:rsid w:val="00452704"/>
    <w:rsid w:val="0045320E"/>
    <w:rsid w:val="00454AEA"/>
    <w:rsid w:val="00454B6D"/>
    <w:rsid w:val="004558E6"/>
    <w:rsid w:val="00455A9A"/>
    <w:rsid w:val="00455B1F"/>
    <w:rsid w:val="004575CD"/>
    <w:rsid w:val="0045795F"/>
    <w:rsid w:val="00461135"/>
    <w:rsid w:val="00461C13"/>
    <w:rsid w:val="004627B5"/>
    <w:rsid w:val="004629E5"/>
    <w:rsid w:val="00464E81"/>
    <w:rsid w:val="0046613F"/>
    <w:rsid w:val="00466AEA"/>
    <w:rsid w:val="00466F5C"/>
    <w:rsid w:val="00467BD9"/>
    <w:rsid w:val="00471A7A"/>
    <w:rsid w:val="00472ABD"/>
    <w:rsid w:val="004735E5"/>
    <w:rsid w:val="00473934"/>
    <w:rsid w:val="00474276"/>
    <w:rsid w:val="00475189"/>
    <w:rsid w:val="004761C0"/>
    <w:rsid w:val="004762BF"/>
    <w:rsid w:val="00481C99"/>
    <w:rsid w:val="00482F81"/>
    <w:rsid w:val="004840E0"/>
    <w:rsid w:val="00490782"/>
    <w:rsid w:val="00490C41"/>
    <w:rsid w:val="00490E3C"/>
    <w:rsid w:val="0049171B"/>
    <w:rsid w:val="00494291"/>
    <w:rsid w:val="004943BB"/>
    <w:rsid w:val="00496A54"/>
    <w:rsid w:val="0049752B"/>
    <w:rsid w:val="004978A9"/>
    <w:rsid w:val="004A230D"/>
    <w:rsid w:val="004A36BD"/>
    <w:rsid w:val="004A52F8"/>
    <w:rsid w:val="004A68C2"/>
    <w:rsid w:val="004B0E7A"/>
    <w:rsid w:val="004B1389"/>
    <w:rsid w:val="004B1809"/>
    <w:rsid w:val="004B20D2"/>
    <w:rsid w:val="004B23AD"/>
    <w:rsid w:val="004B44CF"/>
    <w:rsid w:val="004B629E"/>
    <w:rsid w:val="004C02BA"/>
    <w:rsid w:val="004C1950"/>
    <w:rsid w:val="004C6DBF"/>
    <w:rsid w:val="004D1B0C"/>
    <w:rsid w:val="004D2FBA"/>
    <w:rsid w:val="004D3370"/>
    <w:rsid w:val="004D3604"/>
    <w:rsid w:val="004D5B6C"/>
    <w:rsid w:val="004D6967"/>
    <w:rsid w:val="004D70F2"/>
    <w:rsid w:val="004D7149"/>
    <w:rsid w:val="004E0A0B"/>
    <w:rsid w:val="004E2145"/>
    <w:rsid w:val="004E2982"/>
    <w:rsid w:val="004E5DB0"/>
    <w:rsid w:val="004E607D"/>
    <w:rsid w:val="004E7F40"/>
    <w:rsid w:val="004F0549"/>
    <w:rsid w:val="004F247F"/>
    <w:rsid w:val="004F26FE"/>
    <w:rsid w:val="004F2787"/>
    <w:rsid w:val="004F2934"/>
    <w:rsid w:val="004F2C58"/>
    <w:rsid w:val="004F31A0"/>
    <w:rsid w:val="004F66EA"/>
    <w:rsid w:val="005001C2"/>
    <w:rsid w:val="00500D70"/>
    <w:rsid w:val="00502B47"/>
    <w:rsid w:val="00504194"/>
    <w:rsid w:val="00504CF1"/>
    <w:rsid w:val="00504DD1"/>
    <w:rsid w:val="00505D14"/>
    <w:rsid w:val="00510AED"/>
    <w:rsid w:val="005155FA"/>
    <w:rsid w:val="005157E9"/>
    <w:rsid w:val="00516F11"/>
    <w:rsid w:val="00516F17"/>
    <w:rsid w:val="00522BDC"/>
    <w:rsid w:val="00522CE5"/>
    <w:rsid w:val="00523835"/>
    <w:rsid w:val="00525F75"/>
    <w:rsid w:val="005260C3"/>
    <w:rsid w:val="00530B5A"/>
    <w:rsid w:val="00530D86"/>
    <w:rsid w:val="005312D8"/>
    <w:rsid w:val="00531A2F"/>
    <w:rsid w:val="00532EB1"/>
    <w:rsid w:val="00533636"/>
    <w:rsid w:val="00533D30"/>
    <w:rsid w:val="00537574"/>
    <w:rsid w:val="00537CAC"/>
    <w:rsid w:val="00543114"/>
    <w:rsid w:val="00543C7D"/>
    <w:rsid w:val="0054502D"/>
    <w:rsid w:val="0054531B"/>
    <w:rsid w:val="00546990"/>
    <w:rsid w:val="00546E7E"/>
    <w:rsid w:val="005502D8"/>
    <w:rsid w:val="005510CA"/>
    <w:rsid w:val="0055288E"/>
    <w:rsid w:val="00555F23"/>
    <w:rsid w:val="00556842"/>
    <w:rsid w:val="00556AAF"/>
    <w:rsid w:val="00560488"/>
    <w:rsid w:val="005618DE"/>
    <w:rsid w:val="00562A20"/>
    <w:rsid w:val="005636AF"/>
    <w:rsid w:val="00564981"/>
    <w:rsid w:val="00564B67"/>
    <w:rsid w:val="00566CB8"/>
    <w:rsid w:val="00567D0B"/>
    <w:rsid w:val="00570CB5"/>
    <w:rsid w:val="00572494"/>
    <w:rsid w:val="00572952"/>
    <w:rsid w:val="005732D9"/>
    <w:rsid w:val="00574D3A"/>
    <w:rsid w:val="00575195"/>
    <w:rsid w:val="005769AC"/>
    <w:rsid w:val="00576B4F"/>
    <w:rsid w:val="0058021D"/>
    <w:rsid w:val="0058178D"/>
    <w:rsid w:val="005825DB"/>
    <w:rsid w:val="00582662"/>
    <w:rsid w:val="0058282D"/>
    <w:rsid w:val="0058460F"/>
    <w:rsid w:val="00585C6F"/>
    <w:rsid w:val="005915E6"/>
    <w:rsid w:val="005928A9"/>
    <w:rsid w:val="0059380A"/>
    <w:rsid w:val="005959E4"/>
    <w:rsid w:val="005962DF"/>
    <w:rsid w:val="005A1166"/>
    <w:rsid w:val="005A1921"/>
    <w:rsid w:val="005A2522"/>
    <w:rsid w:val="005A2A5B"/>
    <w:rsid w:val="005A3DE9"/>
    <w:rsid w:val="005A4A4C"/>
    <w:rsid w:val="005A50C7"/>
    <w:rsid w:val="005A662D"/>
    <w:rsid w:val="005B2512"/>
    <w:rsid w:val="005B3FE8"/>
    <w:rsid w:val="005B50EE"/>
    <w:rsid w:val="005B52F2"/>
    <w:rsid w:val="005C33F5"/>
    <w:rsid w:val="005C472D"/>
    <w:rsid w:val="005C7527"/>
    <w:rsid w:val="005D0891"/>
    <w:rsid w:val="005D0E7E"/>
    <w:rsid w:val="005D1D65"/>
    <w:rsid w:val="005D2F32"/>
    <w:rsid w:val="005D4437"/>
    <w:rsid w:val="005D5E97"/>
    <w:rsid w:val="005E417F"/>
    <w:rsid w:val="005E5783"/>
    <w:rsid w:val="005E5812"/>
    <w:rsid w:val="005E7EBC"/>
    <w:rsid w:val="005E7F3D"/>
    <w:rsid w:val="005F09D0"/>
    <w:rsid w:val="005F1D6B"/>
    <w:rsid w:val="005F24C3"/>
    <w:rsid w:val="005F307A"/>
    <w:rsid w:val="005F4069"/>
    <w:rsid w:val="0060131A"/>
    <w:rsid w:val="00603261"/>
    <w:rsid w:val="00604EAA"/>
    <w:rsid w:val="006055D3"/>
    <w:rsid w:val="00606CEE"/>
    <w:rsid w:val="00607470"/>
    <w:rsid w:val="0060798D"/>
    <w:rsid w:val="00607D4B"/>
    <w:rsid w:val="00610DA7"/>
    <w:rsid w:val="00612CDA"/>
    <w:rsid w:val="006165F3"/>
    <w:rsid w:val="0061662E"/>
    <w:rsid w:val="00617E1D"/>
    <w:rsid w:val="006200EB"/>
    <w:rsid w:val="0062015A"/>
    <w:rsid w:val="0062025C"/>
    <w:rsid w:val="00620AE9"/>
    <w:rsid w:val="00621C85"/>
    <w:rsid w:val="00621F00"/>
    <w:rsid w:val="00625939"/>
    <w:rsid w:val="00625CAD"/>
    <w:rsid w:val="00626CBE"/>
    <w:rsid w:val="00626CD4"/>
    <w:rsid w:val="006272D6"/>
    <w:rsid w:val="00630584"/>
    <w:rsid w:val="00630D45"/>
    <w:rsid w:val="00633676"/>
    <w:rsid w:val="00634008"/>
    <w:rsid w:val="006351DD"/>
    <w:rsid w:val="006364EA"/>
    <w:rsid w:val="0063657E"/>
    <w:rsid w:val="006369BF"/>
    <w:rsid w:val="00636AAF"/>
    <w:rsid w:val="00636B15"/>
    <w:rsid w:val="0063707F"/>
    <w:rsid w:val="00637BA4"/>
    <w:rsid w:val="00637CDE"/>
    <w:rsid w:val="00640D73"/>
    <w:rsid w:val="00641039"/>
    <w:rsid w:val="0064119B"/>
    <w:rsid w:val="006423C6"/>
    <w:rsid w:val="00642A3F"/>
    <w:rsid w:val="00642CBE"/>
    <w:rsid w:val="006436E7"/>
    <w:rsid w:val="00643E5A"/>
    <w:rsid w:val="006517E0"/>
    <w:rsid w:val="00651E9A"/>
    <w:rsid w:val="00653804"/>
    <w:rsid w:val="006538BC"/>
    <w:rsid w:val="00653BAA"/>
    <w:rsid w:val="00653D1D"/>
    <w:rsid w:val="006544D4"/>
    <w:rsid w:val="00655738"/>
    <w:rsid w:val="0065662B"/>
    <w:rsid w:val="00656BBC"/>
    <w:rsid w:val="00657ABD"/>
    <w:rsid w:val="00660467"/>
    <w:rsid w:val="00663EE1"/>
    <w:rsid w:val="0066470D"/>
    <w:rsid w:val="006661F8"/>
    <w:rsid w:val="006671EE"/>
    <w:rsid w:val="006678EE"/>
    <w:rsid w:val="00671008"/>
    <w:rsid w:val="00673B95"/>
    <w:rsid w:val="00673D23"/>
    <w:rsid w:val="00674C69"/>
    <w:rsid w:val="00676C87"/>
    <w:rsid w:val="00676E3D"/>
    <w:rsid w:val="006802A9"/>
    <w:rsid w:val="00680578"/>
    <w:rsid w:val="00681117"/>
    <w:rsid w:val="00681529"/>
    <w:rsid w:val="00681F14"/>
    <w:rsid w:val="006830D1"/>
    <w:rsid w:val="006838B4"/>
    <w:rsid w:val="00683CA2"/>
    <w:rsid w:val="00687AAB"/>
    <w:rsid w:val="00691340"/>
    <w:rsid w:val="0069155E"/>
    <w:rsid w:val="00692275"/>
    <w:rsid w:val="00692F0B"/>
    <w:rsid w:val="00694B04"/>
    <w:rsid w:val="00695D8A"/>
    <w:rsid w:val="006A0135"/>
    <w:rsid w:val="006A2E22"/>
    <w:rsid w:val="006A35CE"/>
    <w:rsid w:val="006A512D"/>
    <w:rsid w:val="006A7C70"/>
    <w:rsid w:val="006A7E27"/>
    <w:rsid w:val="006A7FCE"/>
    <w:rsid w:val="006B117A"/>
    <w:rsid w:val="006B1A63"/>
    <w:rsid w:val="006B21E1"/>
    <w:rsid w:val="006B22B7"/>
    <w:rsid w:val="006B2D94"/>
    <w:rsid w:val="006B2FE6"/>
    <w:rsid w:val="006B3807"/>
    <w:rsid w:val="006B45D3"/>
    <w:rsid w:val="006B53C1"/>
    <w:rsid w:val="006B7585"/>
    <w:rsid w:val="006B7DD3"/>
    <w:rsid w:val="006C0E8F"/>
    <w:rsid w:val="006C17D9"/>
    <w:rsid w:val="006C45D6"/>
    <w:rsid w:val="006C5B37"/>
    <w:rsid w:val="006D0AC2"/>
    <w:rsid w:val="006D2B46"/>
    <w:rsid w:val="006D3568"/>
    <w:rsid w:val="006D40AA"/>
    <w:rsid w:val="006D42AF"/>
    <w:rsid w:val="006D47C8"/>
    <w:rsid w:val="006D5086"/>
    <w:rsid w:val="006D54A8"/>
    <w:rsid w:val="006D5985"/>
    <w:rsid w:val="006D5ED5"/>
    <w:rsid w:val="006D6CC3"/>
    <w:rsid w:val="006D7540"/>
    <w:rsid w:val="006E1A59"/>
    <w:rsid w:val="006E1CF3"/>
    <w:rsid w:val="006E273B"/>
    <w:rsid w:val="006E422E"/>
    <w:rsid w:val="006E43F2"/>
    <w:rsid w:val="006E54DB"/>
    <w:rsid w:val="006E5C5F"/>
    <w:rsid w:val="006E5F85"/>
    <w:rsid w:val="006E5FF4"/>
    <w:rsid w:val="006E6D90"/>
    <w:rsid w:val="006E7B9B"/>
    <w:rsid w:val="006E7D4B"/>
    <w:rsid w:val="006F117C"/>
    <w:rsid w:val="006F2500"/>
    <w:rsid w:val="006F2792"/>
    <w:rsid w:val="006F3417"/>
    <w:rsid w:val="006F6AB4"/>
    <w:rsid w:val="00701146"/>
    <w:rsid w:val="00704608"/>
    <w:rsid w:val="007054EE"/>
    <w:rsid w:val="00705DA3"/>
    <w:rsid w:val="00706BC4"/>
    <w:rsid w:val="00707366"/>
    <w:rsid w:val="00712DB9"/>
    <w:rsid w:val="007144C4"/>
    <w:rsid w:val="00714CA8"/>
    <w:rsid w:val="00720E5B"/>
    <w:rsid w:val="00721396"/>
    <w:rsid w:val="0072273A"/>
    <w:rsid w:val="00722A9E"/>
    <w:rsid w:val="00723328"/>
    <w:rsid w:val="007236AF"/>
    <w:rsid w:val="007265A8"/>
    <w:rsid w:val="00731E73"/>
    <w:rsid w:val="00732FC3"/>
    <w:rsid w:val="00733C10"/>
    <w:rsid w:val="007340F7"/>
    <w:rsid w:val="00734336"/>
    <w:rsid w:val="007346E7"/>
    <w:rsid w:val="0073633A"/>
    <w:rsid w:val="00737570"/>
    <w:rsid w:val="00741BAD"/>
    <w:rsid w:val="0074368E"/>
    <w:rsid w:val="007460D4"/>
    <w:rsid w:val="00746C48"/>
    <w:rsid w:val="00747C10"/>
    <w:rsid w:val="007504FD"/>
    <w:rsid w:val="00751691"/>
    <w:rsid w:val="007530E2"/>
    <w:rsid w:val="00753ABA"/>
    <w:rsid w:val="00753D5D"/>
    <w:rsid w:val="00753F40"/>
    <w:rsid w:val="00754937"/>
    <w:rsid w:val="0075560A"/>
    <w:rsid w:val="00755FF2"/>
    <w:rsid w:val="0075627A"/>
    <w:rsid w:val="00756506"/>
    <w:rsid w:val="007566BF"/>
    <w:rsid w:val="0076296D"/>
    <w:rsid w:val="00762CD0"/>
    <w:rsid w:val="0076370E"/>
    <w:rsid w:val="00763B00"/>
    <w:rsid w:val="007645BF"/>
    <w:rsid w:val="00765BC9"/>
    <w:rsid w:val="00766598"/>
    <w:rsid w:val="00767A5D"/>
    <w:rsid w:val="00770323"/>
    <w:rsid w:val="007706AD"/>
    <w:rsid w:val="00770F50"/>
    <w:rsid w:val="00776CAD"/>
    <w:rsid w:val="00777D74"/>
    <w:rsid w:val="00781A25"/>
    <w:rsid w:val="00781FFF"/>
    <w:rsid w:val="00783593"/>
    <w:rsid w:val="0078614B"/>
    <w:rsid w:val="00787959"/>
    <w:rsid w:val="00787ACD"/>
    <w:rsid w:val="00787F2D"/>
    <w:rsid w:val="0079142F"/>
    <w:rsid w:val="00791542"/>
    <w:rsid w:val="00792497"/>
    <w:rsid w:val="00793521"/>
    <w:rsid w:val="00794C56"/>
    <w:rsid w:val="00795402"/>
    <w:rsid w:val="00795824"/>
    <w:rsid w:val="00796174"/>
    <w:rsid w:val="00796854"/>
    <w:rsid w:val="00796FBA"/>
    <w:rsid w:val="007A031D"/>
    <w:rsid w:val="007A3C71"/>
    <w:rsid w:val="007A3FCC"/>
    <w:rsid w:val="007A6355"/>
    <w:rsid w:val="007A7328"/>
    <w:rsid w:val="007B1244"/>
    <w:rsid w:val="007B12C0"/>
    <w:rsid w:val="007B1ADA"/>
    <w:rsid w:val="007B2050"/>
    <w:rsid w:val="007B2B30"/>
    <w:rsid w:val="007B3085"/>
    <w:rsid w:val="007B3BA8"/>
    <w:rsid w:val="007B4B98"/>
    <w:rsid w:val="007B6D94"/>
    <w:rsid w:val="007C28DC"/>
    <w:rsid w:val="007C3FA0"/>
    <w:rsid w:val="007C554A"/>
    <w:rsid w:val="007C5DA8"/>
    <w:rsid w:val="007C6683"/>
    <w:rsid w:val="007C6F5B"/>
    <w:rsid w:val="007C744E"/>
    <w:rsid w:val="007C7E8C"/>
    <w:rsid w:val="007D5103"/>
    <w:rsid w:val="007D546E"/>
    <w:rsid w:val="007D6BD7"/>
    <w:rsid w:val="007D6D73"/>
    <w:rsid w:val="007D6E15"/>
    <w:rsid w:val="007E025C"/>
    <w:rsid w:val="007E05F0"/>
    <w:rsid w:val="007E0BC6"/>
    <w:rsid w:val="007E121A"/>
    <w:rsid w:val="007E2174"/>
    <w:rsid w:val="007E5748"/>
    <w:rsid w:val="007E6684"/>
    <w:rsid w:val="007E7199"/>
    <w:rsid w:val="007E7BA9"/>
    <w:rsid w:val="007F07FE"/>
    <w:rsid w:val="007F10B7"/>
    <w:rsid w:val="007F1384"/>
    <w:rsid w:val="007F17BE"/>
    <w:rsid w:val="007F1FEC"/>
    <w:rsid w:val="007F2B4E"/>
    <w:rsid w:val="007F2FB5"/>
    <w:rsid w:val="007F3AB3"/>
    <w:rsid w:val="007F46BC"/>
    <w:rsid w:val="00800D91"/>
    <w:rsid w:val="0080142C"/>
    <w:rsid w:val="0080210B"/>
    <w:rsid w:val="008037B8"/>
    <w:rsid w:val="00804CCB"/>
    <w:rsid w:val="00812010"/>
    <w:rsid w:val="00812F4D"/>
    <w:rsid w:val="008133AA"/>
    <w:rsid w:val="008135EB"/>
    <w:rsid w:val="00814122"/>
    <w:rsid w:val="0081458B"/>
    <w:rsid w:val="00815B30"/>
    <w:rsid w:val="008164BC"/>
    <w:rsid w:val="00821671"/>
    <w:rsid w:val="00822985"/>
    <w:rsid w:val="00823FC3"/>
    <w:rsid w:val="008255D9"/>
    <w:rsid w:val="00826529"/>
    <w:rsid w:val="00827EC6"/>
    <w:rsid w:val="00830D76"/>
    <w:rsid w:val="00830FFA"/>
    <w:rsid w:val="008315B5"/>
    <w:rsid w:val="00831CDA"/>
    <w:rsid w:val="008336E9"/>
    <w:rsid w:val="00833744"/>
    <w:rsid w:val="00834128"/>
    <w:rsid w:val="00835899"/>
    <w:rsid w:val="00835B29"/>
    <w:rsid w:val="00837362"/>
    <w:rsid w:val="008377D7"/>
    <w:rsid w:val="00837FB8"/>
    <w:rsid w:val="0084043C"/>
    <w:rsid w:val="008419DA"/>
    <w:rsid w:val="00842998"/>
    <w:rsid w:val="00842C6C"/>
    <w:rsid w:val="00843572"/>
    <w:rsid w:val="00843870"/>
    <w:rsid w:val="008448B0"/>
    <w:rsid w:val="00846A11"/>
    <w:rsid w:val="0084793C"/>
    <w:rsid w:val="00847FA0"/>
    <w:rsid w:val="00850D36"/>
    <w:rsid w:val="008513B2"/>
    <w:rsid w:val="00855172"/>
    <w:rsid w:val="00855186"/>
    <w:rsid w:val="00855266"/>
    <w:rsid w:val="00856166"/>
    <w:rsid w:val="00856223"/>
    <w:rsid w:val="00857F91"/>
    <w:rsid w:val="00860945"/>
    <w:rsid w:val="00863913"/>
    <w:rsid w:val="00863A94"/>
    <w:rsid w:val="00865E60"/>
    <w:rsid w:val="00866359"/>
    <w:rsid w:val="00866645"/>
    <w:rsid w:val="00870416"/>
    <w:rsid w:val="008726E7"/>
    <w:rsid w:val="0087291F"/>
    <w:rsid w:val="008768FE"/>
    <w:rsid w:val="00880981"/>
    <w:rsid w:val="008816B7"/>
    <w:rsid w:val="00881CA0"/>
    <w:rsid w:val="00881D8E"/>
    <w:rsid w:val="00882573"/>
    <w:rsid w:val="00884200"/>
    <w:rsid w:val="00884E40"/>
    <w:rsid w:val="00884EC4"/>
    <w:rsid w:val="0088755E"/>
    <w:rsid w:val="00890A46"/>
    <w:rsid w:val="00890BEA"/>
    <w:rsid w:val="00892B57"/>
    <w:rsid w:val="00893437"/>
    <w:rsid w:val="00895F89"/>
    <w:rsid w:val="00896B29"/>
    <w:rsid w:val="00897376"/>
    <w:rsid w:val="008A14DC"/>
    <w:rsid w:val="008A1B49"/>
    <w:rsid w:val="008A3C4F"/>
    <w:rsid w:val="008A3C8D"/>
    <w:rsid w:val="008A3F4B"/>
    <w:rsid w:val="008A5B16"/>
    <w:rsid w:val="008B0CF9"/>
    <w:rsid w:val="008B20E0"/>
    <w:rsid w:val="008B2E31"/>
    <w:rsid w:val="008B311D"/>
    <w:rsid w:val="008B3A6F"/>
    <w:rsid w:val="008B3A8E"/>
    <w:rsid w:val="008C0AE6"/>
    <w:rsid w:val="008C1B5C"/>
    <w:rsid w:val="008C279A"/>
    <w:rsid w:val="008C4B92"/>
    <w:rsid w:val="008C4EBA"/>
    <w:rsid w:val="008C63E5"/>
    <w:rsid w:val="008D1C9E"/>
    <w:rsid w:val="008D1F8F"/>
    <w:rsid w:val="008D24A8"/>
    <w:rsid w:val="008D5E99"/>
    <w:rsid w:val="008D797F"/>
    <w:rsid w:val="008D7F70"/>
    <w:rsid w:val="008E0AEF"/>
    <w:rsid w:val="008E1182"/>
    <w:rsid w:val="008E2368"/>
    <w:rsid w:val="008E24FF"/>
    <w:rsid w:val="008E2D8B"/>
    <w:rsid w:val="008E4B7F"/>
    <w:rsid w:val="008E5DDA"/>
    <w:rsid w:val="008E67DD"/>
    <w:rsid w:val="008E7F54"/>
    <w:rsid w:val="008F02DD"/>
    <w:rsid w:val="008F14CF"/>
    <w:rsid w:val="008F164B"/>
    <w:rsid w:val="008F4585"/>
    <w:rsid w:val="008F6C0B"/>
    <w:rsid w:val="009004EB"/>
    <w:rsid w:val="0090085A"/>
    <w:rsid w:val="0090140B"/>
    <w:rsid w:val="0090224F"/>
    <w:rsid w:val="0090305E"/>
    <w:rsid w:val="00904BB5"/>
    <w:rsid w:val="00905250"/>
    <w:rsid w:val="00905A96"/>
    <w:rsid w:val="00906195"/>
    <w:rsid w:val="009078B4"/>
    <w:rsid w:val="00910B0A"/>
    <w:rsid w:val="0091141E"/>
    <w:rsid w:val="00913EFB"/>
    <w:rsid w:val="009147FF"/>
    <w:rsid w:val="009156DD"/>
    <w:rsid w:val="00917B09"/>
    <w:rsid w:val="00922564"/>
    <w:rsid w:val="009225BD"/>
    <w:rsid w:val="00923CD6"/>
    <w:rsid w:val="00924B65"/>
    <w:rsid w:val="00924DEF"/>
    <w:rsid w:val="009270FF"/>
    <w:rsid w:val="00927917"/>
    <w:rsid w:val="00931244"/>
    <w:rsid w:val="00933920"/>
    <w:rsid w:val="00934C96"/>
    <w:rsid w:val="009361C1"/>
    <w:rsid w:val="009364B2"/>
    <w:rsid w:val="00936CCF"/>
    <w:rsid w:val="00937426"/>
    <w:rsid w:val="009374DC"/>
    <w:rsid w:val="00940766"/>
    <w:rsid w:val="0094411A"/>
    <w:rsid w:val="00944D49"/>
    <w:rsid w:val="00946007"/>
    <w:rsid w:val="00947FD7"/>
    <w:rsid w:val="00955784"/>
    <w:rsid w:val="00962A70"/>
    <w:rsid w:val="00963F1D"/>
    <w:rsid w:val="00964E12"/>
    <w:rsid w:val="009653C3"/>
    <w:rsid w:val="009658D2"/>
    <w:rsid w:val="00965E62"/>
    <w:rsid w:val="0096619D"/>
    <w:rsid w:val="009666BD"/>
    <w:rsid w:val="00966878"/>
    <w:rsid w:val="00966E52"/>
    <w:rsid w:val="009702F4"/>
    <w:rsid w:val="00970D95"/>
    <w:rsid w:val="009712DF"/>
    <w:rsid w:val="0097285E"/>
    <w:rsid w:val="00972C74"/>
    <w:rsid w:val="0097405B"/>
    <w:rsid w:val="0097433A"/>
    <w:rsid w:val="0097480F"/>
    <w:rsid w:val="00974ACF"/>
    <w:rsid w:val="00980B68"/>
    <w:rsid w:val="00982E88"/>
    <w:rsid w:val="00986F92"/>
    <w:rsid w:val="0099003A"/>
    <w:rsid w:val="00990963"/>
    <w:rsid w:val="00991C0D"/>
    <w:rsid w:val="00992805"/>
    <w:rsid w:val="00994106"/>
    <w:rsid w:val="0099560A"/>
    <w:rsid w:val="009A104A"/>
    <w:rsid w:val="009A7B0F"/>
    <w:rsid w:val="009B0F36"/>
    <w:rsid w:val="009B4607"/>
    <w:rsid w:val="009B4B67"/>
    <w:rsid w:val="009B76AC"/>
    <w:rsid w:val="009B7956"/>
    <w:rsid w:val="009C20DC"/>
    <w:rsid w:val="009C3CD3"/>
    <w:rsid w:val="009C48C0"/>
    <w:rsid w:val="009C62AE"/>
    <w:rsid w:val="009D0C64"/>
    <w:rsid w:val="009D1055"/>
    <w:rsid w:val="009D1640"/>
    <w:rsid w:val="009D2078"/>
    <w:rsid w:val="009D20BA"/>
    <w:rsid w:val="009D2DA8"/>
    <w:rsid w:val="009D4DC7"/>
    <w:rsid w:val="009D5C11"/>
    <w:rsid w:val="009D5C21"/>
    <w:rsid w:val="009E05C3"/>
    <w:rsid w:val="009E0D5B"/>
    <w:rsid w:val="009E0FF8"/>
    <w:rsid w:val="009E1A55"/>
    <w:rsid w:val="009E1D9A"/>
    <w:rsid w:val="009E338A"/>
    <w:rsid w:val="009E491D"/>
    <w:rsid w:val="009E4E63"/>
    <w:rsid w:val="009E6498"/>
    <w:rsid w:val="009E7027"/>
    <w:rsid w:val="009E75EA"/>
    <w:rsid w:val="009F13D6"/>
    <w:rsid w:val="009F2032"/>
    <w:rsid w:val="009F2836"/>
    <w:rsid w:val="009F3140"/>
    <w:rsid w:val="009F4623"/>
    <w:rsid w:val="009F490F"/>
    <w:rsid w:val="009F4FB2"/>
    <w:rsid w:val="009F62B9"/>
    <w:rsid w:val="00A019A3"/>
    <w:rsid w:val="00A038E3"/>
    <w:rsid w:val="00A0533E"/>
    <w:rsid w:val="00A05454"/>
    <w:rsid w:val="00A0547D"/>
    <w:rsid w:val="00A0707D"/>
    <w:rsid w:val="00A135A6"/>
    <w:rsid w:val="00A13C05"/>
    <w:rsid w:val="00A15675"/>
    <w:rsid w:val="00A1716E"/>
    <w:rsid w:val="00A178DC"/>
    <w:rsid w:val="00A17BA8"/>
    <w:rsid w:val="00A20664"/>
    <w:rsid w:val="00A2565A"/>
    <w:rsid w:val="00A26CD9"/>
    <w:rsid w:val="00A326FC"/>
    <w:rsid w:val="00A3327D"/>
    <w:rsid w:val="00A342B1"/>
    <w:rsid w:val="00A35E60"/>
    <w:rsid w:val="00A41BFF"/>
    <w:rsid w:val="00A4250D"/>
    <w:rsid w:val="00A43DDE"/>
    <w:rsid w:val="00A445C4"/>
    <w:rsid w:val="00A47003"/>
    <w:rsid w:val="00A47766"/>
    <w:rsid w:val="00A50EDA"/>
    <w:rsid w:val="00A516F5"/>
    <w:rsid w:val="00A54BD7"/>
    <w:rsid w:val="00A56214"/>
    <w:rsid w:val="00A564C9"/>
    <w:rsid w:val="00A61480"/>
    <w:rsid w:val="00A6295B"/>
    <w:rsid w:val="00A62B01"/>
    <w:rsid w:val="00A64CB4"/>
    <w:rsid w:val="00A65BAD"/>
    <w:rsid w:val="00A67839"/>
    <w:rsid w:val="00A71E50"/>
    <w:rsid w:val="00A723C1"/>
    <w:rsid w:val="00A73153"/>
    <w:rsid w:val="00A73552"/>
    <w:rsid w:val="00A735E4"/>
    <w:rsid w:val="00A7415D"/>
    <w:rsid w:val="00A74B7E"/>
    <w:rsid w:val="00A7547E"/>
    <w:rsid w:val="00A76BE2"/>
    <w:rsid w:val="00A80077"/>
    <w:rsid w:val="00A8042D"/>
    <w:rsid w:val="00A807D0"/>
    <w:rsid w:val="00A80B45"/>
    <w:rsid w:val="00A81259"/>
    <w:rsid w:val="00A8339D"/>
    <w:rsid w:val="00A85C14"/>
    <w:rsid w:val="00A85E63"/>
    <w:rsid w:val="00A86E98"/>
    <w:rsid w:val="00A87CBF"/>
    <w:rsid w:val="00A92591"/>
    <w:rsid w:val="00A92D2F"/>
    <w:rsid w:val="00A941D5"/>
    <w:rsid w:val="00A9621B"/>
    <w:rsid w:val="00A963CE"/>
    <w:rsid w:val="00A9679D"/>
    <w:rsid w:val="00A969FF"/>
    <w:rsid w:val="00A97670"/>
    <w:rsid w:val="00AA0561"/>
    <w:rsid w:val="00AA0BE3"/>
    <w:rsid w:val="00AA1447"/>
    <w:rsid w:val="00AA37E6"/>
    <w:rsid w:val="00AA4A2F"/>
    <w:rsid w:val="00AA4C65"/>
    <w:rsid w:val="00AA5399"/>
    <w:rsid w:val="00AA5733"/>
    <w:rsid w:val="00AA783D"/>
    <w:rsid w:val="00AA7956"/>
    <w:rsid w:val="00AB0497"/>
    <w:rsid w:val="00AB0981"/>
    <w:rsid w:val="00AB4C2E"/>
    <w:rsid w:val="00AB519E"/>
    <w:rsid w:val="00AB574B"/>
    <w:rsid w:val="00AB5B86"/>
    <w:rsid w:val="00AB6642"/>
    <w:rsid w:val="00AB6937"/>
    <w:rsid w:val="00AB740E"/>
    <w:rsid w:val="00AB741B"/>
    <w:rsid w:val="00AB786F"/>
    <w:rsid w:val="00AB7C96"/>
    <w:rsid w:val="00AC0FCC"/>
    <w:rsid w:val="00AC3510"/>
    <w:rsid w:val="00AC37B5"/>
    <w:rsid w:val="00AC420E"/>
    <w:rsid w:val="00AC4864"/>
    <w:rsid w:val="00AC612B"/>
    <w:rsid w:val="00AC7D94"/>
    <w:rsid w:val="00AD08F7"/>
    <w:rsid w:val="00AD13A5"/>
    <w:rsid w:val="00AD42D3"/>
    <w:rsid w:val="00AD7EA4"/>
    <w:rsid w:val="00AE1167"/>
    <w:rsid w:val="00AE1472"/>
    <w:rsid w:val="00AE3232"/>
    <w:rsid w:val="00AE47EC"/>
    <w:rsid w:val="00AE61BD"/>
    <w:rsid w:val="00AE6298"/>
    <w:rsid w:val="00AE7050"/>
    <w:rsid w:val="00AE775B"/>
    <w:rsid w:val="00AF0F7F"/>
    <w:rsid w:val="00AF1254"/>
    <w:rsid w:val="00AF229D"/>
    <w:rsid w:val="00AF4163"/>
    <w:rsid w:val="00AF4DD4"/>
    <w:rsid w:val="00AF639E"/>
    <w:rsid w:val="00AF6977"/>
    <w:rsid w:val="00AF6F4F"/>
    <w:rsid w:val="00B01E20"/>
    <w:rsid w:val="00B02497"/>
    <w:rsid w:val="00B02D92"/>
    <w:rsid w:val="00B02FC6"/>
    <w:rsid w:val="00B05299"/>
    <w:rsid w:val="00B06489"/>
    <w:rsid w:val="00B07421"/>
    <w:rsid w:val="00B101F4"/>
    <w:rsid w:val="00B10FBF"/>
    <w:rsid w:val="00B16291"/>
    <w:rsid w:val="00B20438"/>
    <w:rsid w:val="00B205DF"/>
    <w:rsid w:val="00B21511"/>
    <w:rsid w:val="00B218F5"/>
    <w:rsid w:val="00B23046"/>
    <w:rsid w:val="00B231CC"/>
    <w:rsid w:val="00B233C3"/>
    <w:rsid w:val="00B24211"/>
    <w:rsid w:val="00B24858"/>
    <w:rsid w:val="00B26BBF"/>
    <w:rsid w:val="00B26D70"/>
    <w:rsid w:val="00B30AFE"/>
    <w:rsid w:val="00B33299"/>
    <w:rsid w:val="00B336CF"/>
    <w:rsid w:val="00B33F3F"/>
    <w:rsid w:val="00B341C1"/>
    <w:rsid w:val="00B362B0"/>
    <w:rsid w:val="00B37EB6"/>
    <w:rsid w:val="00B40B3A"/>
    <w:rsid w:val="00B40D6F"/>
    <w:rsid w:val="00B40FD2"/>
    <w:rsid w:val="00B41146"/>
    <w:rsid w:val="00B41542"/>
    <w:rsid w:val="00B4300A"/>
    <w:rsid w:val="00B43F53"/>
    <w:rsid w:val="00B461DE"/>
    <w:rsid w:val="00B465A1"/>
    <w:rsid w:val="00B47246"/>
    <w:rsid w:val="00B472E6"/>
    <w:rsid w:val="00B4788F"/>
    <w:rsid w:val="00B47D3F"/>
    <w:rsid w:val="00B5071A"/>
    <w:rsid w:val="00B50A2D"/>
    <w:rsid w:val="00B50AD8"/>
    <w:rsid w:val="00B5183D"/>
    <w:rsid w:val="00B51EC8"/>
    <w:rsid w:val="00B53534"/>
    <w:rsid w:val="00B540FF"/>
    <w:rsid w:val="00B565AB"/>
    <w:rsid w:val="00B604CF"/>
    <w:rsid w:val="00B6056F"/>
    <w:rsid w:val="00B61244"/>
    <w:rsid w:val="00B61EA5"/>
    <w:rsid w:val="00B627B7"/>
    <w:rsid w:val="00B62A48"/>
    <w:rsid w:val="00B62E67"/>
    <w:rsid w:val="00B6465B"/>
    <w:rsid w:val="00B65360"/>
    <w:rsid w:val="00B66454"/>
    <w:rsid w:val="00B67D8E"/>
    <w:rsid w:val="00B67DC8"/>
    <w:rsid w:val="00B70D4E"/>
    <w:rsid w:val="00B7144D"/>
    <w:rsid w:val="00B7150C"/>
    <w:rsid w:val="00B7275C"/>
    <w:rsid w:val="00B74075"/>
    <w:rsid w:val="00B75BAD"/>
    <w:rsid w:val="00B76164"/>
    <w:rsid w:val="00B80FC1"/>
    <w:rsid w:val="00B82CD6"/>
    <w:rsid w:val="00B8355D"/>
    <w:rsid w:val="00B8417C"/>
    <w:rsid w:val="00B851F8"/>
    <w:rsid w:val="00B86349"/>
    <w:rsid w:val="00B87B34"/>
    <w:rsid w:val="00B87CC5"/>
    <w:rsid w:val="00B93626"/>
    <w:rsid w:val="00B93DAF"/>
    <w:rsid w:val="00B96CD6"/>
    <w:rsid w:val="00B970C0"/>
    <w:rsid w:val="00BA0097"/>
    <w:rsid w:val="00BA08F6"/>
    <w:rsid w:val="00BA0F85"/>
    <w:rsid w:val="00BA2403"/>
    <w:rsid w:val="00BA2F81"/>
    <w:rsid w:val="00BA4026"/>
    <w:rsid w:val="00BA46B8"/>
    <w:rsid w:val="00BA5B8B"/>
    <w:rsid w:val="00BA6427"/>
    <w:rsid w:val="00BA6508"/>
    <w:rsid w:val="00BA7BCF"/>
    <w:rsid w:val="00BB125E"/>
    <w:rsid w:val="00BB2435"/>
    <w:rsid w:val="00BB473F"/>
    <w:rsid w:val="00BB4B4A"/>
    <w:rsid w:val="00BB5011"/>
    <w:rsid w:val="00BB5506"/>
    <w:rsid w:val="00BB5627"/>
    <w:rsid w:val="00BB6176"/>
    <w:rsid w:val="00BB6C1C"/>
    <w:rsid w:val="00BB6F2C"/>
    <w:rsid w:val="00BB70B7"/>
    <w:rsid w:val="00BC020B"/>
    <w:rsid w:val="00BC1118"/>
    <w:rsid w:val="00BC129D"/>
    <w:rsid w:val="00BD0867"/>
    <w:rsid w:val="00BD1DD3"/>
    <w:rsid w:val="00BD2FE7"/>
    <w:rsid w:val="00BD6348"/>
    <w:rsid w:val="00BD7600"/>
    <w:rsid w:val="00BE0007"/>
    <w:rsid w:val="00BE1285"/>
    <w:rsid w:val="00BE1BFB"/>
    <w:rsid w:val="00BE43C8"/>
    <w:rsid w:val="00BE7BD4"/>
    <w:rsid w:val="00BF0EEB"/>
    <w:rsid w:val="00BF13D3"/>
    <w:rsid w:val="00BF1CF3"/>
    <w:rsid w:val="00BF4530"/>
    <w:rsid w:val="00BF5009"/>
    <w:rsid w:val="00C01805"/>
    <w:rsid w:val="00C03238"/>
    <w:rsid w:val="00C047BC"/>
    <w:rsid w:val="00C051AD"/>
    <w:rsid w:val="00C06794"/>
    <w:rsid w:val="00C07E00"/>
    <w:rsid w:val="00C10AD1"/>
    <w:rsid w:val="00C12066"/>
    <w:rsid w:val="00C15DA3"/>
    <w:rsid w:val="00C1657D"/>
    <w:rsid w:val="00C176EB"/>
    <w:rsid w:val="00C17A0D"/>
    <w:rsid w:val="00C17CD9"/>
    <w:rsid w:val="00C17F51"/>
    <w:rsid w:val="00C23B29"/>
    <w:rsid w:val="00C23B3D"/>
    <w:rsid w:val="00C23DC1"/>
    <w:rsid w:val="00C25275"/>
    <w:rsid w:val="00C25DCE"/>
    <w:rsid w:val="00C274EA"/>
    <w:rsid w:val="00C30100"/>
    <w:rsid w:val="00C31BD8"/>
    <w:rsid w:val="00C31D8D"/>
    <w:rsid w:val="00C32BAF"/>
    <w:rsid w:val="00C347ED"/>
    <w:rsid w:val="00C34D67"/>
    <w:rsid w:val="00C361E6"/>
    <w:rsid w:val="00C36223"/>
    <w:rsid w:val="00C36733"/>
    <w:rsid w:val="00C37B9D"/>
    <w:rsid w:val="00C37EDD"/>
    <w:rsid w:val="00C40FFD"/>
    <w:rsid w:val="00C41849"/>
    <w:rsid w:val="00C4200F"/>
    <w:rsid w:val="00C425BE"/>
    <w:rsid w:val="00C42876"/>
    <w:rsid w:val="00C44AA6"/>
    <w:rsid w:val="00C46F43"/>
    <w:rsid w:val="00C46F59"/>
    <w:rsid w:val="00C47193"/>
    <w:rsid w:val="00C4799C"/>
    <w:rsid w:val="00C514EA"/>
    <w:rsid w:val="00C52359"/>
    <w:rsid w:val="00C53CD5"/>
    <w:rsid w:val="00C53E46"/>
    <w:rsid w:val="00C5401B"/>
    <w:rsid w:val="00C54BDD"/>
    <w:rsid w:val="00C54DEC"/>
    <w:rsid w:val="00C55310"/>
    <w:rsid w:val="00C5625B"/>
    <w:rsid w:val="00C5653D"/>
    <w:rsid w:val="00C571A3"/>
    <w:rsid w:val="00C5725D"/>
    <w:rsid w:val="00C6108F"/>
    <w:rsid w:val="00C6249F"/>
    <w:rsid w:val="00C634BD"/>
    <w:rsid w:val="00C63D49"/>
    <w:rsid w:val="00C64B98"/>
    <w:rsid w:val="00C66D2B"/>
    <w:rsid w:val="00C70AC7"/>
    <w:rsid w:val="00C70ED3"/>
    <w:rsid w:val="00C72FAF"/>
    <w:rsid w:val="00C77482"/>
    <w:rsid w:val="00C80AFD"/>
    <w:rsid w:val="00C80D3A"/>
    <w:rsid w:val="00C85874"/>
    <w:rsid w:val="00C85DD9"/>
    <w:rsid w:val="00C87614"/>
    <w:rsid w:val="00C912CD"/>
    <w:rsid w:val="00C91C4D"/>
    <w:rsid w:val="00C94EFD"/>
    <w:rsid w:val="00C95E22"/>
    <w:rsid w:val="00C96866"/>
    <w:rsid w:val="00C978CE"/>
    <w:rsid w:val="00C97C79"/>
    <w:rsid w:val="00C97D9B"/>
    <w:rsid w:val="00CA0817"/>
    <w:rsid w:val="00CA2DDB"/>
    <w:rsid w:val="00CA2F21"/>
    <w:rsid w:val="00CA30DE"/>
    <w:rsid w:val="00CA402C"/>
    <w:rsid w:val="00CA40A2"/>
    <w:rsid w:val="00CA41CC"/>
    <w:rsid w:val="00CA474E"/>
    <w:rsid w:val="00CA4E75"/>
    <w:rsid w:val="00CA5053"/>
    <w:rsid w:val="00CA53B1"/>
    <w:rsid w:val="00CA5ED7"/>
    <w:rsid w:val="00CA7C13"/>
    <w:rsid w:val="00CB12AC"/>
    <w:rsid w:val="00CB13DD"/>
    <w:rsid w:val="00CB1647"/>
    <w:rsid w:val="00CB56CC"/>
    <w:rsid w:val="00CB7EDC"/>
    <w:rsid w:val="00CC02DD"/>
    <w:rsid w:val="00CC031C"/>
    <w:rsid w:val="00CC1435"/>
    <w:rsid w:val="00CC2A0A"/>
    <w:rsid w:val="00CC2ADA"/>
    <w:rsid w:val="00CC313A"/>
    <w:rsid w:val="00CC51C6"/>
    <w:rsid w:val="00CC580E"/>
    <w:rsid w:val="00CC5BCF"/>
    <w:rsid w:val="00CC788A"/>
    <w:rsid w:val="00CD0AFB"/>
    <w:rsid w:val="00CD13AF"/>
    <w:rsid w:val="00CD197C"/>
    <w:rsid w:val="00CD22D5"/>
    <w:rsid w:val="00CD46E7"/>
    <w:rsid w:val="00CD4A76"/>
    <w:rsid w:val="00CD5531"/>
    <w:rsid w:val="00CE0EAD"/>
    <w:rsid w:val="00CE30B5"/>
    <w:rsid w:val="00CE35FD"/>
    <w:rsid w:val="00CE3B0F"/>
    <w:rsid w:val="00CE5266"/>
    <w:rsid w:val="00CE53E1"/>
    <w:rsid w:val="00CE6F8E"/>
    <w:rsid w:val="00CE7466"/>
    <w:rsid w:val="00CF288D"/>
    <w:rsid w:val="00CF2E47"/>
    <w:rsid w:val="00CF68C4"/>
    <w:rsid w:val="00D003B8"/>
    <w:rsid w:val="00D01980"/>
    <w:rsid w:val="00D02980"/>
    <w:rsid w:val="00D03EAB"/>
    <w:rsid w:val="00D04527"/>
    <w:rsid w:val="00D047A4"/>
    <w:rsid w:val="00D0482F"/>
    <w:rsid w:val="00D0517A"/>
    <w:rsid w:val="00D0541B"/>
    <w:rsid w:val="00D103C5"/>
    <w:rsid w:val="00D103E2"/>
    <w:rsid w:val="00D11FDA"/>
    <w:rsid w:val="00D15412"/>
    <w:rsid w:val="00D21FBC"/>
    <w:rsid w:val="00D226B9"/>
    <w:rsid w:val="00D23730"/>
    <w:rsid w:val="00D238D4"/>
    <w:rsid w:val="00D252A0"/>
    <w:rsid w:val="00D252E6"/>
    <w:rsid w:val="00D25A62"/>
    <w:rsid w:val="00D2684E"/>
    <w:rsid w:val="00D275BA"/>
    <w:rsid w:val="00D27C4E"/>
    <w:rsid w:val="00D31526"/>
    <w:rsid w:val="00D3358A"/>
    <w:rsid w:val="00D33A83"/>
    <w:rsid w:val="00D3571A"/>
    <w:rsid w:val="00D3595D"/>
    <w:rsid w:val="00D36003"/>
    <w:rsid w:val="00D40CD7"/>
    <w:rsid w:val="00D41E37"/>
    <w:rsid w:val="00D4261C"/>
    <w:rsid w:val="00D43797"/>
    <w:rsid w:val="00D4501B"/>
    <w:rsid w:val="00D50F69"/>
    <w:rsid w:val="00D54FB7"/>
    <w:rsid w:val="00D5530D"/>
    <w:rsid w:val="00D57B9F"/>
    <w:rsid w:val="00D600E3"/>
    <w:rsid w:val="00D62CA0"/>
    <w:rsid w:val="00D662B2"/>
    <w:rsid w:val="00D70940"/>
    <w:rsid w:val="00D71615"/>
    <w:rsid w:val="00D73751"/>
    <w:rsid w:val="00D7395D"/>
    <w:rsid w:val="00D73C5D"/>
    <w:rsid w:val="00D7440B"/>
    <w:rsid w:val="00D76F50"/>
    <w:rsid w:val="00D77688"/>
    <w:rsid w:val="00D80BB4"/>
    <w:rsid w:val="00D80E0D"/>
    <w:rsid w:val="00D818EA"/>
    <w:rsid w:val="00D82E8D"/>
    <w:rsid w:val="00D844BF"/>
    <w:rsid w:val="00D86B6D"/>
    <w:rsid w:val="00D87EDE"/>
    <w:rsid w:val="00D87F9A"/>
    <w:rsid w:val="00D90F17"/>
    <w:rsid w:val="00D918FD"/>
    <w:rsid w:val="00D9465D"/>
    <w:rsid w:val="00D959D2"/>
    <w:rsid w:val="00D96272"/>
    <w:rsid w:val="00D9706E"/>
    <w:rsid w:val="00D972E7"/>
    <w:rsid w:val="00DA0B45"/>
    <w:rsid w:val="00DA17E6"/>
    <w:rsid w:val="00DA2920"/>
    <w:rsid w:val="00DA29FA"/>
    <w:rsid w:val="00DA3197"/>
    <w:rsid w:val="00DA3458"/>
    <w:rsid w:val="00DA4970"/>
    <w:rsid w:val="00DB1084"/>
    <w:rsid w:val="00DB1196"/>
    <w:rsid w:val="00DB2AB9"/>
    <w:rsid w:val="00DB41C4"/>
    <w:rsid w:val="00DB4D6E"/>
    <w:rsid w:val="00DB5489"/>
    <w:rsid w:val="00DB5759"/>
    <w:rsid w:val="00DB67B7"/>
    <w:rsid w:val="00DB6C3E"/>
    <w:rsid w:val="00DB7EDB"/>
    <w:rsid w:val="00DC1EF6"/>
    <w:rsid w:val="00DC2287"/>
    <w:rsid w:val="00DC2B6C"/>
    <w:rsid w:val="00DC4830"/>
    <w:rsid w:val="00DC5865"/>
    <w:rsid w:val="00DC6650"/>
    <w:rsid w:val="00DC76B4"/>
    <w:rsid w:val="00DD06E9"/>
    <w:rsid w:val="00DD0778"/>
    <w:rsid w:val="00DD0B56"/>
    <w:rsid w:val="00DD195E"/>
    <w:rsid w:val="00DD266B"/>
    <w:rsid w:val="00DD4723"/>
    <w:rsid w:val="00DD6DFD"/>
    <w:rsid w:val="00DD7AD8"/>
    <w:rsid w:val="00DE475A"/>
    <w:rsid w:val="00DE49A6"/>
    <w:rsid w:val="00DE4CEC"/>
    <w:rsid w:val="00DE5426"/>
    <w:rsid w:val="00DE57C9"/>
    <w:rsid w:val="00DE6662"/>
    <w:rsid w:val="00DF0D7E"/>
    <w:rsid w:val="00DF1619"/>
    <w:rsid w:val="00DF1ED8"/>
    <w:rsid w:val="00DF562A"/>
    <w:rsid w:val="00DF6ABB"/>
    <w:rsid w:val="00E0023E"/>
    <w:rsid w:val="00E003F8"/>
    <w:rsid w:val="00E02EE5"/>
    <w:rsid w:val="00E02FB2"/>
    <w:rsid w:val="00E03325"/>
    <w:rsid w:val="00E04E73"/>
    <w:rsid w:val="00E0566F"/>
    <w:rsid w:val="00E0674B"/>
    <w:rsid w:val="00E06A7C"/>
    <w:rsid w:val="00E11581"/>
    <w:rsid w:val="00E124E1"/>
    <w:rsid w:val="00E1369F"/>
    <w:rsid w:val="00E13AEA"/>
    <w:rsid w:val="00E1757C"/>
    <w:rsid w:val="00E21533"/>
    <w:rsid w:val="00E232BC"/>
    <w:rsid w:val="00E23417"/>
    <w:rsid w:val="00E245B9"/>
    <w:rsid w:val="00E24E80"/>
    <w:rsid w:val="00E25B8B"/>
    <w:rsid w:val="00E26C9C"/>
    <w:rsid w:val="00E26FAD"/>
    <w:rsid w:val="00E27C91"/>
    <w:rsid w:val="00E3015F"/>
    <w:rsid w:val="00E30E7A"/>
    <w:rsid w:val="00E32CCE"/>
    <w:rsid w:val="00E335AE"/>
    <w:rsid w:val="00E3413B"/>
    <w:rsid w:val="00E357B3"/>
    <w:rsid w:val="00E35C15"/>
    <w:rsid w:val="00E36E7E"/>
    <w:rsid w:val="00E40004"/>
    <w:rsid w:val="00E408C1"/>
    <w:rsid w:val="00E40DB0"/>
    <w:rsid w:val="00E41047"/>
    <w:rsid w:val="00E41686"/>
    <w:rsid w:val="00E41D59"/>
    <w:rsid w:val="00E42134"/>
    <w:rsid w:val="00E42285"/>
    <w:rsid w:val="00E430D1"/>
    <w:rsid w:val="00E43607"/>
    <w:rsid w:val="00E43C16"/>
    <w:rsid w:val="00E47126"/>
    <w:rsid w:val="00E50C48"/>
    <w:rsid w:val="00E51954"/>
    <w:rsid w:val="00E53B69"/>
    <w:rsid w:val="00E5511D"/>
    <w:rsid w:val="00E55B7C"/>
    <w:rsid w:val="00E56385"/>
    <w:rsid w:val="00E5652D"/>
    <w:rsid w:val="00E56A51"/>
    <w:rsid w:val="00E572E8"/>
    <w:rsid w:val="00E57991"/>
    <w:rsid w:val="00E6099C"/>
    <w:rsid w:val="00E618C0"/>
    <w:rsid w:val="00E629E3"/>
    <w:rsid w:val="00E63609"/>
    <w:rsid w:val="00E6378C"/>
    <w:rsid w:val="00E63926"/>
    <w:rsid w:val="00E63F50"/>
    <w:rsid w:val="00E66D15"/>
    <w:rsid w:val="00E6782C"/>
    <w:rsid w:val="00E67F65"/>
    <w:rsid w:val="00E70159"/>
    <w:rsid w:val="00E70358"/>
    <w:rsid w:val="00E71AF1"/>
    <w:rsid w:val="00E71E54"/>
    <w:rsid w:val="00E72619"/>
    <w:rsid w:val="00E72928"/>
    <w:rsid w:val="00E75807"/>
    <w:rsid w:val="00E76773"/>
    <w:rsid w:val="00E76DC5"/>
    <w:rsid w:val="00E77640"/>
    <w:rsid w:val="00E77B15"/>
    <w:rsid w:val="00E80C09"/>
    <w:rsid w:val="00E828B4"/>
    <w:rsid w:val="00E82A21"/>
    <w:rsid w:val="00E83E7A"/>
    <w:rsid w:val="00E8784D"/>
    <w:rsid w:val="00E92768"/>
    <w:rsid w:val="00E92B73"/>
    <w:rsid w:val="00E956BA"/>
    <w:rsid w:val="00E974EC"/>
    <w:rsid w:val="00EA0623"/>
    <w:rsid w:val="00EA2552"/>
    <w:rsid w:val="00EA2AEC"/>
    <w:rsid w:val="00EA655A"/>
    <w:rsid w:val="00EB0196"/>
    <w:rsid w:val="00EB115C"/>
    <w:rsid w:val="00EB42D4"/>
    <w:rsid w:val="00EB480E"/>
    <w:rsid w:val="00EB49CD"/>
    <w:rsid w:val="00EB4CC8"/>
    <w:rsid w:val="00EB534B"/>
    <w:rsid w:val="00EB67C5"/>
    <w:rsid w:val="00EC06E0"/>
    <w:rsid w:val="00EC0918"/>
    <w:rsid w:val="00EC0B81"/>
    <w:rsid w:val="00EC105D"/>
    <w:rsid w:val="00EC1211"/>
    <w:rsid w:val="00EC121F"/>
    <w:rsid w:val="00EC2824"/>
    <w:rsid w:val="00EC3D0A"/>
    <w:rsid w:val="00EC4933"/>
    <w:rsid w:val="00EC4ACF"/>
    <w:rsid w:val="00EC7362"/>
    <w:rsid w:val="00ED0ECB"/>
    <w:rsid w:val="00ED0FC1"/>
    <w:rsid w:val="00ED1264"/>
    <w:rsid w:val="00ED39B0"/>
    <w:rsid w:val="00ED59E6"/>
    <w:rsid w:val="00ED60A7"/>
    <w:rsid w:val="00ED6524"/>
    <w:rsid w:val="00ED73B2"/>
    <w:rsid w:val="00ED787C"/>
    <w:rsid w:val="00EE0C40"/>
    <w:rsid w:val="00EE1D5D"/>
    <w:rsid w:val="00EE2587"/>
    <w:rsid w:val="00EE2833"/>
    <w:rsid w:val="00EE4886"/>
    <w:rsid w:val="00EE5A0B"/>
    <w:rsid w:val="00EF0015"/>
    <w:rsid w:val="00EF0A6E"/>
    <w:rsid w:val="00EF1AC5"/>
    <w:rsid w:val="00EF1C05"/>
    <w:rsid w:val="00EF3F2E"/>
    <w:rsid w:val="00EF49FB"/>
    <w:rsid w:val="00EF6218"/>
    <w:rsid w:val="00F00394"/>
    <w:rsid w:val="00F00707"/>
    <w:rsid w:val="00F01B6D"/>
    <w:rsid w:val="00F0260F"/>
    <w:rsid w:val="00F043A1"/>
    <w:rsid w:val="00F043CE"/>
    <w:rsid w:val="00F044A3"/>
    <w:rsid w:val="00F06467"/>
    <w:rsid w:val="00F0705D"/>
    <w:rsid w:val="00F07A97"/>
    <w:rsid w:val="00F07E88"/>
    <w:rsid w:val="00F1074F"/>
    <w:rsid w:val="00F108D3"/>
    <w:rsid w:val="00F10E3E"/>
    <w:rsid w:val="00F11228"/>
    <w:rsid w:val="00F17424"/>
    <w:rsid w:val="00F17619"/>
    <w:rsid w:val="00F179CD"/>
    <w:rsid w:val="00F2119B"/>
    <w:rsid w:val="00F21A10"/>
    <w:rsid w:val="00F23270"/>
    <w:rsid w:val="00F242C3"/>
    <w:rsid w:val="00F25441"/>
    <w:rsid w:val="00F25954"/>
    <w:rsid w:val="00F3076F"/>
    <w:rsid w:val="00F30A65"/>
    <w:rsid w:val="00F3111B"/>
    <w:rsid w:val="00F3310E"/>
    <w:rsid w:val="00F331D7"/>
    <w:rsid w:val="00F3363C"/>
    <w:rsid w:val="00F35978"/>
    <w:rsid w:val="00F366F2"/>
    <w:rsid w:val="00F37FB9"/>
    <w:rsid w:val="00F450DD"/>
    <w:rsid w:val="00F45BD0"/>
    <w:rsid w:val="00F47582"/>
    <w:rsid w:val="00F4777C"/>
    <w:rsid w:val="00F47A44"/>
    <w:rsid w:val="00F518BF"/>
    <w:rsid w:val="00F52E8E"/>
    <w:rsid w:val="00F53244"/>
    <w:rsid w:val="00F53498"/>
    <w:rsid w:val="00F55A4C"/>
    <w:rsid w:val="00F5635D"/>
    <w:rsid w:val="00F56947"/>
    <w:rsid w:val="00F5714C"/>
    <w:rsid w:val="00F608B8"/>
    <w:rsid w:val="00F60A6B"/>
    <w:rsid w:val="00F619F9"/>
    <w:rsid w:val="00F62989"/>
    <w:rsid w:val="00F65C4A"/>
    <w:rsid w:val="00F65D27"/>
    <w:rsid w:val="00F65F78"/>
    <w:rsid w:val="00F66B2F"/>
    <w:rsid w:val="00F70F9B"/>
    <w:rsid w:val="00F7101C"/>
    <w:rsid w:val="00F7179B"/>
    <w:rsid w:val="00F71F54"/>
    <w:rsid w:val="00F730F3"/>
    <w:rsid w:val="00F74132"/>
    <w:rsid w:val="00F74A06"/>
    <w:rsid w:val="00F756FA"/>
    <w:rsid w:val="00F75F8A"/>
    <w:rsid w:val="00F76815"/>
    <w:rsid w:val="00F775CD"/>
    <w:rsid w:val="00F814A6"/>
    <w:rsid w:val="00F817F0"/>
    <w:rsid w:val="00F81E8E"/>
    <w:rsid w:val="00F81FBE"/>
    <w:rsid w:val="00F82468"/>
    <w:rsid w:val="00F85EC1"/>
    <w:rsid w:val="00F86052"/>
    <w:rsid w:val="00F92E04"/>
    <w:rsid w:val="00F93DCE"/>
    <w:rsid w:val="00F94A35"/>
    <w:rsid w:val="00F9682E"/>
    <w:rsid w:val="00FA0516"/>
    <w:rsid w:val="00FA37FF"/>
    <w:rsid w:val="00FA3846"/>
    <w:rsid w:val="00FA45D8"/>
    <w:rsid w:val="00FA4C4C"/>
    <w:rsid w:val="00FA4C77"/>
    <w:rsid w:val="00FA4EED"/>
    <w:rsid w:val="00FA50C1"/>
    <w:rsid w:val="00FA521F"/>
    <w:rsid w:val="00FA63E3"/>
    <w:rsid w:val="00FA6787"/>
    <w:rsid w:val="00FB1170"/>
    <w:rsid w:val="00FB22A6"/>
    <w:rsid w:val="00FB2C27"/>
    <w:rsid w:val="00FB2D94"/>
    <w:rsid w:val="00FB4ABF"/>
    <w:rsid w:val="00FB5344"/>
    <w:rsid w:val="00FB6960"/>
    <w:rsid w:val="00FB6C4A"/>
    <w:rsid w:val="00FB7FF6"/>
    <w:rsid w:val="00FC0A77"/>
    <w:rsid w:val="00FC1F52"/>
    <w:rsid w:val="00FC2591"/>
    <w:rsid w:val="00FC3164"/>
    <w:rsid w:val="00FD0C2B"/>
    <w:rsid w:val="00FD2C1A"/>
    <w:rsid w:val="00FD595A"/>
    <w:rsid w:val="00FE1A48"/>
    <w:rsid w:val="00FE20AF"/>
    <w:rsid w:val="00FE4903"/>
    <w:rsid w:val="00FE492C"/>
    <w:rsid w:val="00FE4E9E"/>
    <w:rsid w:val="00FE5ACC"/>
    <w:rsid w:val="00FF0018"/>
    <w:rsid w:val="00FF12BE"/>
    <w:rsid w:val="00FF267C"/>
    <w:rsid w:val="00FF2A90"/>
    <w:rsid w:val="00FF34AA"/>
    <w:rsid w:val="00FF420B"/>
    <w:rsid w:val="00FF5A1B"/>
    <w:rsid w:val="00FF6A99"/>
    <w:rsid w:val="00FF7528"/>
    <w:rsid w:val="00FF77BE"/>
    <w:rsid w:val="00FF7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BF453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BF45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BF4530"/>
    <w:pPr>
      <w:keepNext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BF4530"/>
    <w:rPr>
      <w:rFonts w:ascii="Times New Roman" w:hAnsi="Times New Roman" w:cs="Times New Roman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F4530"/>
    <w:rPr>
      <w:rFonts w:ascii="Times New Roman" w:hAnsi="Times New Roman" w:cs="Times New Roman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F4530"/>
    <w:rPr>
      <w:rFonts w:ascii="Times New Roman" w:hAnsi="Times New Roman" w:cs="Times New Roman"/>
      <w:b/>
      <w:sz w:val="28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B66454"/>
    <w:pPr>
      <w:ind w:left="720"/>
    </w:pPr>
  </w:style>
  <w:style w:type="paragraph" w:styleId="Header">
    <w:name w:val="header"/>
    <w:basedOn w:val="Normal"/>
    <w:link w:val="HeaderChar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544D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544D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6369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7F1FE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F1F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F1FEC"/>
    <w:rPr>
      <w:rFonts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F1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F1FEC"/>
    <w:rPr>
      <w:b/>
      <w:bCs/>
    </w:rPr>
  </w:style>
  <w:style w:type="paragraph" w:customStyle="1" w:styleId="ConsPlusNormal">
    <w:name w:val="ConsPlusNormal"/>
    <w:link w:val="ConsPlusNormal0"/>
    <w:uiPriority w:val="99"/>
    <w:rsid w:val="00676C87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Revision">
    <w:name w:val="Revision"/>
    <w:hidden/>
    <w:uiPriority w:val="99"/>
    <w:semiHidden/>
    <w:rsid w:val="00B362B0"/>
    <w:rPr>
      <w:rFonts w:cs="Calibri"/>
      <w:lang w:eastAsia="en-US"/>
    </w:rPr>
  </w:style>
  <w:style w:type="character" w:styleId="Hyperlink">
    <w:name w:val="Hyperlink"/>
    <w:basedOn w:val="DefaultParagraphFont"/>
    <w:uiPriority w:val="99"/>
    <w:semiHidden/>
    <w:rsid w:val="004F31A0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semiHidden/>
    <w:rsid w:val="00BF453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F4530"/>
    <w:rPr>
      <w:rFonts w:cs="Calibri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rsid w:val="0073433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734336"/>
    <w:rPr>
      <w:rFonts w:cs="Calibri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CB56CC"/>
    <w:rPr>
      <w:rFonts w:ascii="Arial" w:hAnsi="Arial"/>
      <w:sz w:val="22"/>
      <w:lang w:val="ru-RU" w:eastAsia="ru-RU"/>
    </w:rPr>
  </w:style>
  <w:style w:type="paragraph" w:customStyle="1" w:styleId="1">
    <w:name w:val="Обычный1"/>
    <w:uiPriority w:val="99"/>
    <w:rsid w:val="00681529"/>
    <w:pPr>
      <w:snapToGrid w:val="0"/>
      <w:spacing w:before="60"/>
      <w:ind w:firstLine="720"/>
      <w:jc w:val="both"/>
    </w:pPr>
    <w:rPr>
      <w:rFonts w:ascii="Arial" w:eastAsia="Times New Roman" w:hAnsi="Arial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78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8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8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8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8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8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8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8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8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8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8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8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788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3648</TotalTime>
  <Pages>3</Pages>
  <Words>677</Words>
  <Characters>3859</Characters>
  <Application>Microsoft Office Outlook</Application>
  <DocSecurity>0</DocSecurity>
  <Lines>0</Lines>
  <Paragraphs>0</Paragraphs>
  <ScaleCrop>false</ScaleCrop>
  <Company>MFNSO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Ванаг Катерина Валерьевна</dc:creator>
  <cp:keywords/>
  <dc:description/>
  <cp:lastModifiedBy>Pilnikov</cp:lastModifiedBy>
  <cp:revision>222</cp:revision>
  <cp:lastPrinted>2020-01-17T03:59:00Z</cp:lastPrinted>
  <dcterms:created xsi:type="dcterms:W3CDTF">2015-11-03T03:25:00Z</dcterms:created>
  <dcterms:modified xsi:type="dcterms:W3CDTF">2020-11-02T04:18:00Z</dcterms:modified>
</cp:coreProperties>
</file>